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E7CB9" w14:textId="77777777"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9"/>
        <w:gridCol w:w="3512"/>
        <w:gridCol w:w="3127"/>
      </w:tblGrid>
      <w:tr w:rsidR="0073797F" w:rsidRPr="0073797F" w14:paraId="6A04BC63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0F6D1D8B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  <w:t>Objednatel:</w:t>
            </w:r>
          </w:p>
          <w:p w14:paraId="68131192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  <w:p w14:paraId="63D24A4D" w14:textId="3E95F118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Sídlo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0FB3B145" w14:textId="593B34F5" w:rsidR="00F2299C" w:rsidRPr="0073797F" w:rsidRDefault="6BA80D4F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 (organizační jednotky v případě SŽ)</w:t>
            </w:r>
          </w:p>
          <w:p w14:paraId="4A83340C" w14:textId="5716CC2B" w:rsidR="00F2299C" w:rsidRPr="0073797F" w:rsidRDefault="6BA80D4F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Adresa dodavatele</w:t>
            </w:r>
          </w:p>
          <w:p w14:paraId="15795028" w14:textId="3A14B46F" w:rsidR="00F2299C" w:rsidRPr="0073797F" w:rsidRDefault="00F2299C" w:rsidP="333B3FC9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</w:tc>
      </w:tr>
      <w:tr w:rsidR="0073797F" w:rsidRPr="0073797F" w14:paraId="5DE9DF1B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598CE00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223AE7D" w14:textId="77777777" w:rsidR="00F2299C" w:rsidRPr="0073797F" w:rsidRDefault="00F2299C" w:rsidP="00F2299C">
            <w:pPr>
              <w:spacing w:after="0" w:line="240" w:lineRule="auto"/>
              <w:rPr>
                <w:rFonts w:asciiTheme="majorHAnsi" w:hAnsiTheme="majorHAnsi" w:cs="Arial"/>
                <w:i/>
                <w:iCs/>
                <w:highlight w:val="yellow"/>
              </w:rPr>
            </w:pPr>
          </w:p>
        </w:tc>
      </w:tr>
      <w:tr w:rsidR="0073797F" w:rsidRPr="0073797F" w14:paraId="6A5F9814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C6013EF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i/>
                <w:iCs/>
                <w:lang w:eastAsia="cs-CZ"/>
              </w:rPr>
              <w:t>Dodavatel:</w:t>
            </w:r>
          </w:p>
          <w:p w14:paraId="3CE99EC7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</w:p>
          <w:p w14:paraId="52A81AD0" w14:textId="697D01F2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i/>
                <w:i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Sídlo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F53436" w14:textId="75D8A69C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</w:t>
            </w:r>
          </w:p>
          <w:p w14:paraId="5D27F6B8" w14:textId="189EC8C9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Adresa dodavatele</w:t>
            </w:r>
          </w:p>
          <w:p w14:paraId="2AED1DFD" w14:textId="50B1ABE0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</w:p>
        </w:tc>
      </w:tr>
      <w:tr w:rsidR="0073797F" w:rsidRPr="0073797F" w14:paraId="00034F4E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05A2A5A" w14:textId="41B8660A" w:rsidR="00F2299C" w:rsidRPr="0073797F" w:rsidRDefault="00470E65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470E65">
              <w:rPr>
                <w:rFonts w:asciiTheme="majorHAnsi" w:eastAsia="Times New Roman" w:hAnsiTheme="majorHAnsi" w:cs="Arial"/>
                <w:i/>
                <w:iCs/>
                <w:lang w:eastAsia="cs-CZ"/>
              </w:rPr>
              <w:t>Seznam subdodavatelů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1F393C8" w14:textId="3A3AC8C6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FIRMY, adresa dodavatele</w:t>
            </w:r>
          </w:p>
          <w:p w14:paraId="3665B9B0" w14:textId="6E91E4AA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333B3FC9">
              <w:rPr>
                <w:rFonts w:ascii="Verdana" w:eastAsia="Verdana" w:hAnsi="Verdana" w:cs="Verdana"/>
                <w:i/>
                <w:iCs/>
                <w:color w:val="000000" w:themeColor="text1"/>
                <w:highlight w:val="yellow"/>
              </w:rPr>
              <w:t>NÁZEV FIRMY, adresa dodavatele</w:t>
            </w:r>
          </w:p>
          <w:p w14:paraId="6CF923C0" w14:textId="20A2BC5E" w:rsidR="333B3FC9" w:rsidRDefault="333B3FC9" w:rsidP="333B3FC9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</w:p>
        </w:tc>
      </w:tr>
      <w:tr w:rsidR="0073797F" w:rsidRPr="0073797F" w14:paraId="67C45881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BF65408" w14:textId="77777777" w:rsidR="00F2299C" w:rsidRPr="0073797F" w:rsidRDefault="00F2299C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3402BAC8" w14:textId="77777777" w:rsidR="00F2299C" w:rsidRPr="0073797F" w:rsidRDefault="00F2299C" w:rsidP="00F2299C">
            <w:pPr>
              <w:spacing w:after="0" w:line="240" w:lineRule="auto"/>
              <w:rPr>
                <w:rFonts w:asciiTheme="majorHAnsi" w:hAnsiTheme="majorHAnsi" w:cs="Arial"/>
                <w:b/>
                <w:highlight w:val="yellow"/>
              </w:rPr>
            </w:pPr>
          </w:p>
        </w:tc>
      </w:tr>
      <w:tr w:rsidR="00470E65" w:rsidRPr="0073797F" w14:paraId="7C619F4C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71223E5" w14:textId="77777777" w:rsidR="00470E65" w:rsidRPr="0073797F" w:rsidRDefault="00470E65" w:rsidP="00F2299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DF7F43E" w14:textId="77777777" w:rsidR="00470E65" w:rsidRPr="0073797F" w:rsidRDefault="00470E65" w:rsidP="00F2299C">
            <w:pPr>
              <w:spacing w:after="0" w:line="240" w:lineRule="auto"/>
              <w:rPr>
                <w:rFonts w:asciiTheme="majorHAnsi" w:hAnsiTheme="majorHAnsi" w:cs="Arial"/>
                <w:b/>
                <w:highlight w:val="yellow"/>
              </w:rPr>
            </w:pPr>
          </w:p>
        </w:tc>
      </w:tr>
      <w:tr w:rsidR="0073797F" w:rsidRPr="0073797F" w14:paraId="386909F9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9405BBF" w14:textId="77777777" w:rsidR="00F2299C" w:rsidRPr="0073797F" w:rsidRDefault="00F2299C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6E7AC7" w14:textId="74E006A2" w:rsidR="00F2299C" w:rsidRPr="0073797F" w:rsidRDefault="00BF2528" w:rsidP="333B3FC9">
            <w:pPr>
              <w:spacing w:after="0" w:line="240" w:lineRule="auto"/>
              <w:rPr>
                <w:rFonts w:cs="Arial"/>
                <w:b/>
                <w:bCs/>
              </w:rPr>
            </w:pPr>
            <w:r w:rsidRPr="333B3FC9">
              <w:rPr>
                <w:rFonts w:cs="Arial"/>
                <w:b/>
                <w:bCs/>
              </w:rPr>
              <w:t>STC</w:t>
            </w:r>
            <w:r w:rsidR="001B3BEB">
              <w:rPr>
                <w:rFonts w:cs="Arial"/>
                <w:b/>
                <w:bCs/>
              </w:rPr>
              <w:t>M</w:t>
            </w:r>
            <w:r w:rsidR="6EAAA767" w:rsidRPr="333B3FC9">
              <w:rPr>
                <w:rFonts w:cs="Arial"/>
                <w:b/>
                <w:bCs/>
              </w:rPr>
              <w:t>TTTTKMYYY-XXX_RRMM_popis</w:t>
            </w:r>
          </w:p>
        </w:tc>
      </w:tr>
      <w:tr w:rsidR="0073797F" w:rsidRPr="0073797F" w14:paraId="2D1102F5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6D7E033" w14:textId="674210C6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9D62ABB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Smlouva/objednávka/číslo zakázky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03FF3197" w14:textId="0A1FADCB" w:rsidR="00D73A79" w:rsidRPr="0073797F" w:rsidRDefault="365EA4FA" w:rsidP="333B3FC9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333B3FC9">
              <w:rPr>
                <w:rFonts w:ascii="Verdana" w:eastAsia="Verdana" w:hAnsi="Verdana" w:cs="Verdana"/>
                <w:b/>
                <w:bCs/>
                <w:color w:val="000000" w:themeColor="text1"/>
                <w:highlight w:val="yellow"/>
              </w:rPr>
              <w:t>G</w:t>
            </w:r>
            <w:r w:rsidRPr="333B3FC9">
              <w:rPr>
                <w:rFonts w:ascii="Verdana" w:eastAsia="Verdana" w:hAnsi="Verdana" w:cs="Verdana"/>
                <w:b/>
                <w:bCs/>
                <w:color w:val="FF0000"/>
                <w:highlight w:val="yellow"/>
              </w:rPr>
              <w:t>XXXXXXXXXXX</w:t>
            </w:r>
          </w:p>
          <w:p w14:paraId="32C0E4A9" w14:textId="6F2396EE" w:rsidR="00D73A79" w:rsidRPr="0073797F" w:rsidRDefault="00D73A79" w:rsidP="333B3FC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</w:tr>
      <w:tr w:rsidR="0073797F" w:rsidRPr="0073797F" w14:paraId="3DAA02E8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B12CD1F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B53ECA3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6F94E5C0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8B68A4A" w14:textId="0A4CC7D8" w:rsidR="00D73A79" w:rsidRPr="0073797F" w:rsidRDefault="00D73A79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a účel zakázky: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D6F3D71" w14:textId="4D9EA327" w:rsidR="00D73A79" w:rsidRPr="0073797F" w:rsidRDefault="5694ACE0" w:rsidP="72BE45C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 xml:space="preserve">Aktualizace dat staničníků </w:t>
            </w:r>
            <w:r w:rsidR="00246C1C">
              <w:rPr>
                <w:rFonts w:eastAsia="Times New Roman" w:cs="Arial"/>
                <w:highlight w:val="yellow"/>
                <w:lang w:eastAsia="cs-CZ"/>
              </w:rPr>
              <w:t>–</w:t>
            </w:r>
            <w:r w:rsidRPr="72BE45C6">
              <w:rPr>
                <w:rFonts w:eastAsia="Times New Roman" w:cs="Arial"/>
                <w:highlight w:val="yellow"/>
                <w:lang w:eastAsia="cs-CZ"/>
              </w:rPr>
              <w:t xml:space="preserve"> </w:t>
            </w:r>
            <w:r w:rsidR="00246C1C">
              <w:rPr>
                <w:rFonts w:eastAsia="Times New Roman" w:cs="Arial"/>
                <w:highlight w:val="yellow"/>
                <w:lang w:eastAsia="cs-CZ"/>
              </w:rPr>
              <w:t>geodetické</w:t>
            </w:r>
            <w:r w:rsidR="009E11D5">
              <w:rPr>
                <w:rFonts w:eastAsia="Times New Roman" w:cs="Arial"/>
                <w:highlight w:val="yellow"/>
                <w:lang w:eastAsia="cs-CZ"/>
              </w:rPr>
              <w:t xml:space="preserve"> zaměření</w:t>
            </w:r>
            <w:r w:rsidR="00246C1C">
              <w:rPr>
                <w:rFonts w:eastAsia="Times New Roman" w:cs="Arial"/>
                <w:highlight w:val="yellow"/>
                <w:lang w:eastAsia="cs-CZ"/>
              </w:rPr>
              <w:t xml:space="preserve"> </w:t>
            </w:r>
          </w:p>
        </w:tc>
      </w:tr>
      <w:tr w:rsidR="0073797F" w:rsidRPr="0073797F" w14:paraId="438C4343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16C975F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3452" w:type="dxa"/>
            <w:shd w:val="clear" w:color="auto" w:fill="FFFFFF" w:themeFill="background1"/>
          </w:tcPr>
          <w:p w14:paraId="2DF7DC4C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  <w:tc>
          <w:tcPr>
            <w:tcW w:w="3037" w:type="dxa"/>
            <w:shd w:val="clear" w:color="auto" w:fill="FFFFFF" w:themeFill="background1"/>
          </w:tcPr>
          <w:p w14:paraId="18CB1FB6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</w:p>
        </w:tc>
      </w:tr>
      <w:tr w:rsidR="0073797F" w:rsidRPr="0073797F" w14:paraId="76AD1CC7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864D045" w14:textId="1B11D97B" w:rsidR="00BF7F5E" w:rsidRPr="0073797F" w:rsidRDefault="00BF7F5E" w:rsidP="7F07C0DC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Údaje o lokalitě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5AFF58C9" w14:textId="30995D36" w:rsidR="00BF7F5E" w:rsidRPr="0073797F" w:rsidRDefault="0C4E53B6" w:rsidP="333B3FC9">
            <w:pPr>
              <w:spacing w:after="0" w:line="240" w:lineRule="auto"/>
              <w:rPr>
                <w:rFonts w:ascii="Verdana" w:eastAsia="Verdana" w:hAnsi="Verdana" w:cs="Verdana"/>
                <w:color w:val="FF0000"/>
              </w:rPr>
            </w:pPr>
            <w:r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TÚ – </w:t>
            </w:r>
            <w:r w:rsidRPr="333B3FC9">
              <w:rPr>
                <w:rFonts w:ascii="Verdana" w:eastAsia="Verdana" w:hAnsi="Verdana" w:cs="Verdana"/>
                <w:color w:val="FF0000"/>
                <w:highlight w:val="yellow"/>
              </w:rPr>
              <w:t>TTTT</w:t>
            </w:r>
          </w:p>
          <w:p w14:paraId="21B6A38D" w14:textId="6DC6A276" w:rsidR="00BF7F5E" w:rsidRPr="0073797F" w:rsidRDefault="0C4E53B6" w:rsidP="333B3FC9">
            <w:pPr>
              <w:spacing w:after="0" w:line="240" w:lineRule="auto"/>
              <w:rPr>
                <w:rFonts w:ascii="Verdana" w:eastAsia="Verdana" w:hAnsi="Verdana" w:cs="Verdana"/>
                <w:color w:val="FF0000"/>
              </w:rPr>
            </w:pPr>
            <w:r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Km – </w:t>
            </w:r>
            <w:r w:rsidRPr="333B3FC9">
              <w:rPr>
                <w:rFonts w:ascii="Verdana" w:eastAsia="Verdana" w:hAnsi="Verdana" w:cs="Verdana"/>
                <w:color w:val="FF0000"/>
                <w:highlight w:val="yellow"/>
              </w:rPr>
              <w:t>XXX,XXX – XXX,XXX</w:t>
            </w:r>
          </w:p>
        </w:tc>
      </w:tr>
      <w:tr w:rsidR="0073797F" w:rsidRPr="0073797F" w14:paraId="473ABD77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F9A5D67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3452" w:type="dxa"/>
            <w:shd w:val="clear" w:color="auto" w:fill="FFFFFF" w:themeFill="background1"/>
          </w:tcPr>
          <w:p w14:paraId="6FFE06DE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  <w:tc>
          <w:tcPr>
            <w:tcW w:w="3037" w:type="dxa"/>
            <w:shd w:val="clear" w:color="auto" w:fill="FFFFFF" w:themeFill="background1"/>
          </w:tcPr>
          <w:p w14:paraId="7F5A534D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b/>
                <w:bCs/>
                <w:highlight w:val="yellow"/>
                <w:lang w:eastAsia="cs-CZ"/>
              </w:rPr>
            </w:pPr>
          </w:p>
        </w:tc>
      </w:tr>
      <w:tr w:rsidR="0073797F" w:rsidRPr="0073797F" w14:paraId="26E0CFB8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6BC5671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A419AEB" w14:textId="62B95258" w:rsidR="000B7809" w:rsidRPr="00BF2528" w:rsidRDefault="00BF7F5E" w:rsidP="72BE45C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Zákon č. 200/1994 Sb., Vyhl. ČÚZK č.31/1995 Sb., </w:t>
            </w:r>
            <w:r w:rsidR="000B7809" w:rsidRPr="72BE45C6">
              <w:rPr>
                <w:rFonts w:eastAsia="Times New Roman" w:cs="Arial"/>
                <w:highlight w:val="yellow"/>
                <w:lang w:eastAsia="cs-CZ"/>
              </w:rPr>
              <w:t xml:space="preserve">nařízení vlády č. 159/2023 Sb., </w:t>
            </w:r>
            <w:r w:rsidRPr="72BE45C6">
              <w:rPr>
                <w:rFonts w:eastAsia="Times New Roman" w:cs="Arial"/>
                <w:highlight w:val="yellow"/>
                <w:lang w:eastAsia="cs-CZ"/>
              </w:rPr>
              <w:t>předpisy SŽ M20/MP014, SŽ M20/MP010</w:t>
            </w:r>
            <w:r w:rsidR="000B7809" w:rsidRPr="72BE45C6">
              <w:rPr>
                <w:rFonts w:eastAsia="Times New Roman" w:cs="Arial"/>
                <w:highlight w:val="yellow"/>
                <w:lang w:eastAsia="cs-CZ"/>
              </w:rPr>
              <w:t xml:space="preserve">, SŽ M20/MP007, </w:t>
            </w:r>
            <w:r w:rsidR="00D73A79" w:rsidRPr="72BE45C6">
              <w:rPr>
                <w:rFonts w:eastAsia="Times New Roman" w:cs="Arial"/>
                <w:highlight w:val="yellow"/>
                <w:lang w:eastAsia="cs-CZ"/>
              </w:rPr>
              <w:t>ČSN 01 3410.</w:t>
            </w:r>
          </w:p>
          <w:p w14:paraId="7FA98F06" w14:textId="600EFE60" w:rsidR="00D73A79" w:rsidRPr="0073797F" w:rsidRDefault="00D73A79" w:rsidP="000B780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Vše v platném znění.</w:t>
            </w:r>
          </w:p>
        </w:tc>
      </w:tr>
      <w:tr w:rsidR="0073797F" w:rsidRPr="0073797F" w14:paraId="58E485F9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4F1B78A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181AD831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12284F84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786B3E8" w14:textId="7FA45D1C" w:rsidR="00D73A79" w:rsidRPr="0073797F" w:rsidRDefault="000B780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Vstupní</w:t>
            </w:r>
            <w:r w:rsidR="00D73A79"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podklady:</w:t>
            </w:r>
          </w:p>
          <w:p w14:paraId="198D871C" w14:textId="719C52CF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9447424" w14:textId="4CB150F8" w:rsidR="00D73A79" w:rsidRPr="00557E3B" w:rsidRDefault="125F1DED" w:rsidP="333B3FC9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>vstupní podklady a související dokumentac</w:t>
            </w:r>
            <w:r w:rsidR="4EB97110"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>e</w:t>
            </w:r>
            <w:r w:rsidRPr="333B3FC9">
              <w:rPr>
                <w:rFonts w:ascii="Verdana" w:eastAsia="Verdana" w:hAnsi="Verdana" w:cs="Verdana"/>
                <w:color w:val="000000" w:themeColor="text1"/>
                <w:highlight w:val="yellow"/>
              </w:rPr>
              <w:t xml:space="preserve"> (včetně DTM, DTMŽ, pasportů a systémů)</w:t>
            </w:r>
          </w:p>
        </w:tc>
      </w:tr>
      <w:tr w:rsidR="0073797F" w:rsidRPr="0073797F" w14:paraId="7E95BFB0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2EC4C84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E4029EF" w14:textId="77777777" w:rsidR="00D73A79" w:rsidRPr="0073797F" w:rsidRDefault="00D73A79" w:rsidP="00D73A79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7CA86BCB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F7F248A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280D6886" w14:textId="0F06FCA9" w:rsidR="72BE45C6" w:rsidRDefault="72BE45C6" w:rsidP="72BE45C6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72BE45C6">
              <w:rPr>
                <w:rFonts w:ascii="Verdana" w:eastAsia="Verdana" w:hAnsi="Verdana" w:cs="Verdana"/>
                <w:color w:val="000000" w:themeColor="text1"/>
                <w:highlight w:val="cyan"/>
              </w:rPr>
              <w:t>S-JTSK</w:t>
            </w:r>
          </w:p>
          <w:p w14:paraId="45B52DC6" w14:textId="0E3767F5" w:rsidR="72BE45C6" w:rsidRDefault="72BE45C6" w:rsidP="72BE45C6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</w:p>
        </w:tc>
      </w:tr>
      <w:tr w:rsidR="0073797F" w:rsidRPr="0073797F" w14:paraId="5F181E38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43C3930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18F89099" w14:textId="3B7D390B" w:rsidR="72BE45C6" w:rsidRDefault="72BE45C6" w:rsidP="72BE45C6">
            <w:pPr>
              <w:spacing w:after="0" w:line="240" w:lineRule="auto"/>
              <w:rPr>
                <w:rFonts w:ascii="Verdana" w:eastAsia="Verdana" w:hAnsi="Verdana" w:cs="Verdana"/>
                <w:color w:val="000000" w:themeColor="text1"/>
              </w:rPr>
            </w:pPr>
            <w:r w:rsidRPr="72BE45C6">
              <w:rPr>
                <w:rFonts w:ascii="Verdana" w:eastAsia="Verdana" w:hAnsi="Verdana" w:cs="Verdana"/>
                <w:color w:val="000000" w:themeColor="text1"/>
                <w:highlight w:val="cyan"/>
              </w:rPr>
              <w:t>Bpv</w:t>
            </w:r>
          </w:p>
        </w:tc>
      </w:tr>
      <w:tr w:rsidR="0073797F" w:rsidRPr="0073797F" w14:paraId="6A27348F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3B4C41C8" w14:textId="77777777" w:rsidR="00D73A79" w:rsidRPr="0073797F" w:rsidRDefault="00D73A79" w:rsidP="00D73A79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bookmarkStart w:id="0" w:name="_Hlk69812601"/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6B9910D2" w14:textId="1077B7AD" w:rsidR="00D73A79" w:rsidRPr="0073797F" w:rsidRDefault="00D61A4C" w:rsidP="72BE45C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Pro zaměření bylo použito železniční bodové pole/zajišťovací značky poskytnuté SŽG v rozsahu: ...</w:t>
            </w:r>
          </w:p>
        </w:tc>
      </w:tr>
      <w:bookmarkEnd w:id="0"/>
      <w:tr w:rsidR="00D50456" w:rsidRPr="0073797F" w14:paraId="343F8E27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62268DF" w14:textId="7E3B8FFF" w:rsidR="00D50456" w:rsidRPr="0073797F" w:rsidRDefault="00D50456" w:rsidP="00D50456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dat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411DEDFB" w14:textId="102C5F68" w:rsidR="00D50456" w:rsidRPr="0073797F" w:rsidRDefault="00A475DF" w:rsidP="00D5045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>
              <w:rPr>
                <w:rFonts w:asciiTheme="majorHAnsi" w:eastAsia="Times New Roman" w:hAnsiTheme="majorHAnsi" w:cs="Arial"/>
                <w:highlight w:val="yellow"/>
                <w:lang w:eastAsia="cs-CZ"/>
              </w:rPr>
              <w:t>Třída</w:t>
            </w:r>
            <w:r w:rsidRPr="00A475D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 xml:space="preserve"> přesnosti - zvýšená přesnost, 2, 3</w:t>
            </w:r>
          </w:p>
        </w:tc>
      </w:tr>
      <w:tr w:rsidR="0073797F" w:rsidRPr="0073797F" w14:paraId="0EE85F5A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73F7EE18" w14:textId="5A553875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975FFF0" w14:textId="2367A5ED" w:rsidR="00281C32" w:rsidRPr="0073797F" w:rsidRDefault="00281C32" w:rsidP="00281C32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421029E6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E6DE6A6" w14:textId="3A1B107B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4A68D73" w14:textId="77777777" w:rsidR="005A0A17" w:rsidRPr="0073797F" w:rsidRDefault="005A0A17" w:rsidP="005A0A17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Totální stanice (výrobce, typ, výrobní číslo)</w:t>
            </w:r>
          </w:p>
          <w:p w14:paraId="748D45FF" w14:textId="77777777" w:rsidR="005A0A17" w:rsidRPr="0073797F" w:rsidRDefault="005A0A17" w:rsidP="005A0A17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Aparatura GNSS (výrobce, typ, výrobní číslo)</w:t>
            </w:r>
          </w:p>
          <w:p w14:paraId="6AC343F1" w14:textId="77777777" w:rsidR="005A0A17" w:rsidRPr="0073797F" w:rsidRDefault="005A0A17" w:rsidP="005A0A17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Nivelační přístroj (výrobce, typ, výrobní číslo)</w:t>
            </w:r>
          </w:p>
          <w:p w14:paraId="4936455F" w14:textId="60125B93" w:rsidR="00281C32" w:rsidRPr="0073797F" w:rsidRDefault="005A0A17" w:rsidP="005A0A17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eastAsia="Times New Roman" w:cs="Arial"/>
                <w:highlight w:val="yellow"/>
                <w:lang w:eastAsia="cs-CZ"/>
              </w:rPr>
              <w:t>další</w:t>
            </w:r>
          </w:p>
        </w:tc>
      </w:tr>
      <w:tr w:rsidR="0073797F" w:rsidRPr="0073797F" w14:paraId="14E47261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6409271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4275B40" w14:textId="1EBBCF0D" w:rsidR="00281C32" w:rsidRPr="0073797F" w:rsidRDefault="007B66A3" w:rsidP="72BE45C6">
            <w:pPr>
              <w:spacing w:after="0" w:line="240" w:lineRule="auto"/>
              <w:rPr>
                <w:rFonts w:eastAsia="Times New Roman" w:cs="Arial"/>
                <w:highlight w:val="yellow"/>
                <w:lang w:eastAsia="cs-CZ"/>
              </w:rPr>
            </w:pPr>
            <w:r w:rsidRPr="13B3438A">
              <w:rPr>
                <w:rFonts w:asciiTheme="majorHAnsi" w:hAnsiTheme="majorHAnsi" w:cs="Arial"/>
                <w:highlight w:val="yellow"/>
              </w:rPr>
              <w:t>Použitý výpočetní a zpracovatelský software včetně verze</w:t>
            </w:r>
          </w:p>
        </w:tc>
      </w:tr>
      <w:tr w:rsidR="0073797F" w:rsidRPr="0073797F" w14:paraId="175BCAC7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E82BB59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85A32CD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17D02DF4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B04BBB2" w14:textId="77777777" w:rsidR="00281C32" w:rsidRPr="0073797F" w:rsidRDefault="00281C32" w:rsidP="72BE45C6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Měření provedli: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188F4D7E" w14:textId="311D5BEA" w:rsidR="00281C32" w:rsidRPr="00BF2528" w:rsidRDefault="33CBC124" w:rsidP="72BE45C6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XXXX, XXX XXXX</w:t>
            </w:r>
          </w:p>
          <w:p w14:paraId="0E1D5EF2" w14:textId="5091011C" w:rsidR="00281C32" w:rsidRPr="00BF2528" w:rsidRDefault="00281C32" w:rsidP="72BE45C6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3F0C7C03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88EE04B" w14:textId="5E223222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 zaměření: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122B3FC0" w14:textId="63F2D7E8" w:rsidR="00281C32" w:rsidRPr="00DC1F25" w:rsidRDefault="26AC6504" w:rsidP="333B3FC9">
            <w:pPr>
              <w:spacing w:after="0" w:line="240" w:lineRule="auto"/>
              <w:rPr>
                <w:rFonts w:ascii="Verdana" w:eastAsia="Verdana" w:hAnsi="Verdana" w:cs="Verdana"/>
              </w:rPr>
            </w:pPr>
            <w:r w:rsidRPr="00DC1F25">
              <w:rPr>
                <w:rFonts w:ascii="Verdana" w:eastAsia="Verdana" w:hAnsi="Verdana" w:cs="Verdana"/>
                <w:highlight w:val="yellow"/>
              </w:rPr>
              <w:t>MM/RRRR nebo DD.MM.RRRR</w:t>
            </w:r>
          </w:p>
          <w:p w14:paraId="4C3F9A3A" w14:textId="77777777" w:rsidR="00281C32" w:rsidRPr="00BF2528" w:rsidRDefault="00281C32" w:rsidP="72BE45C6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446975E3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287F9A6C" w14:textId="28F9EE62" w:rsidR="00281C32" w:rsidRPr="0073797F" w:rsidRDefault="00470E65" w:rsidP="72BE45C6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Zpracovatelské práce</w:t>
            </w:r>
            <w:r w:rsidR="3C4187E9" w:rsidRPr="72BE45C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provedl</w:t>
            </w:r>
            <w:r w:rsidR="00281C32" w:rsidRPr="72BE45C6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26812B5E" w14:textId="311D5BEA" w:rsidR="00281C32" w:rsidRPr="00BF2528" w:rsidRDefault="1C51220C" w:rsidP="72BE45C6">
            <w:pPr>
              <w:spacing w:after="0" w:line="240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XXXX, XXX XXXX</w:t>
            </w:r>
          </w:p>
        </w:tc>
      </w:tr>
      <w:tr w:rsidR="0073797F" w:rsidRPr="0073797F" w14:paraId="2B8ED9B2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67ECAA1D" w14:textId="7602A40F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Datum zpracování: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7D4718C9" w14:textId="40D4023F" w:rsidR="00281C32" w:rsidRPr="00BF2528" w:rsidRDefault="3688F3CE" w:rsidP="72BE45C6">
            <w:pPr>
              <w:spacing w:after="0"/>
              <w:rPr>
                <w:rFonts w:eastAsia="Times New Roman" w:cs="Arial"/>
                <w:highlight w:val="yellow"/>
                <w:lang w:eastAsia="cs-CZ"/>
              </w:rPr>
            </w:pPr>
            <w:r w:rsidRPr="72BE45C6">
              <w:rPr>
                <w:rFonts w:eastAsia="Times New Roman" w:cs="Arial"/>
                <w:highlight w:val="yellow"/>
                <w:lang w:eastAsia="cs-CZ"/>
              </w:rPr>
              <w:t>DD</w:t>
            </w:r>
            <w:r w:rsidR="00281C32" w:rsidRPr="72BE45C6">
              <w:rPr>
                <w:rFonts w:eastAsia="Times New Roman" w:cs="Arial"/>
                <w:highlight w:val="yellow"/>
                <w:lang w:eastAsia="cs-CZ"/>
              </w:rPr>
              <w:t>.</w:t>
            </w:r>
            <w:r w:rsidR="3BB26A7A" w:rsidRPr="72BE45C6">
              <w:rPr>
                <w:rFonts w:eastAsia="Times New Roman" w:cs="Arial"/>
                <w:highlight w:val="yellow"/>
                <w:lang w:eastAsia="cs-CZ"/>
              </w:rPr>
              <w:t>MM</w:t>
            </w:r>
            <w:r w:rsidR="00281C32" w:rsidRPr="72BE45C6">
              <w:rPr>
                <w:rFonts w:eastAsia="Times New Roman" w:cs="Arial"/>
                <w:highlight w:val="yellow"/>
                <w:lang w:eastAsia="cs-CZ"/>
              </w:rPr>
              <w:t>.</w:t>
            </w:r>
            <w:r w:rsidR="2BFC0823" w:rsidRPr="72BE45C6">
              <w:rPr>
                <w:rFonts w:eastAsia="Times New Roman" w:cs="Arial"/>
                <w:highlight w:val="yellow"/>
                <w:lang w:eastAsia="cs-CZ"/>
              </w:rPr>
              <w:t>RRRR</w:t>
            </w:r>
          </w:p>
        </w:tc>
      </w:tr>
      <w:tr w:rsidR="0073797F" w:rsidRPr="0073797F" w14:paraId="3F1ED47F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C48CDF6" w14:textId="77777777" w:rsidR="00281C32" w:rsidRPr="0073797F" w:rsidRDefault="00281C32" w:rsidP="00281C3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</w:tcPr>
          <w:p w14:paraId="30120A38" w14:textId="77777777" w:rsidR="00281C32" w:rsidRPr="0073797F" w:rsidRDefault="00281C32" w:rsidP="00281C32">
            <w:pPr>
              <w:spacing w:after="0"/>
              <w:rPr>
                <w:rFonts w:eastAsia="Times New Roman" w:cs="Arial"/>
                <w:highlight w:val="yellow"/>
                <w:lang w:eastAsia="cs-CZ"/>
              </w:rPr>
            </w:pPr>
          </w:p>
        </w:tc>
      </w:tr>
      <w:tr w:rsidR="0073797F" w:rsidRPr="0073797F" w14:paraId="771D5EF8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94F16BB" w14:textId="738D0C62" w:rsidR="00281C32" w:rsidRPr="0073797F" w:rsidRDefault="00281C32" w:rsidP="14C721C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14C721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Měřické práce</w:t>
            </w:r>
            <w:r w:rsidR="37EDE49B" w:rsidRPr="14C721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309726B" w14:textId="77777777" w:rsidR="00541328" w:rsidRPr="0073797F" w:rsidRDefault="00541328" w:rsidP="00541328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Podmínky měření.</w:t>
            </w:r>
          </w:p>
          <w:p w14:paraId="4A27E231" w14:textId="1C771CC2" w:rsidR="00281C32" w:rsidRPr="00BF2528" w:rsidRDefault="00541328" w:rsidP="00541328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Popis prováděných měřických prací, včetně zdůvodnění případných odchylek od závazných pravidel a požadavků.</w:t>
            </w:r>
          </w:p>
        </w:tc>
      </w:tr>
      <w:tr w:rsidR="0073797F" w:rsidRPr="0073797F" w14:paraId="5817708C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42E8C281" w14:textId="08AAD764" w:rsidR="00281C32" w:rsidRPr="0073797F" w:rsidRDefault="13B3988C" w:rsidP="14C721C2">
            <w:pPr>
              <w:spacing w:after="0" w:line="240" w:lineRule="auto"/>
            </w:pPr>
            <w:r w:rsidRPr="14C721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Zpracování</w:t>
            </w:r>
            <w:r w:rsidR="46F76BE3" w:rsidRPr="14C721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7670A60" w14:textId="77777777" w:rsidR="00247618" w:rsidRPr="0073797F" w:rsidRDefault="00247618" w:rsidP="00247618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Posouzení stavu výchozího bodového pole.</w:t>
            </w:r>
          </w:p>
          <w:p w14:paraId="767A979E" w14:textId="4705EBD4" w:rsidR="00281C32" w:rsidRPr="00BF2528" w:rsidRDefault="00247618" w:rsidP="00247618">
            <w:pPr>
              <w:spacing w:after="0"/>
              <w:jc w:val="both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Popis a zhodnocení výpočetních a zpracovatelských prací v příslušných SW, včetně zdůvodnění případných odchylek od závazných pravidel a požadavků.</w:t>
            </w:r>
          </w:p>
        </w:tc>
      </w:tr>
      <w:tr w:rsidR="0073797F" w:rsidRPr="0073797F" w14:paraId="38F4F54D" w14:textId="77777777" w:rsidTr="333B3FC9">
        <w:trPr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0D27239" w14:textId="5662D7F6" w:rsidR="00D57BB0" w:rsidRPr="0073797F" w:rsidRDefault="00D57BB0" w:rsidP="00D57BB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Vyhodnocení: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01E1BBBC" w14:textId="77777777" w:rsidR="0054466E" w:rsidRPr="0073797F" w:rsidRDefault="0054466E" w:rsidP="0054466E">
            <w:pPr>
              <w:spacing w:after="0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Zhodnocení výsledků a dokumentace, včetně zdůvodnění případných odchylek od závazných pravidel a požadavků.</w:t>
            </w:r>
          </w:p>
          <w:p w14:paraId="74749E97" w14:textId="4BEBC3E8" w:rsidR="00D57BB0" w:rsidRPr="00B3097E" w:rsidRDefault="0054466E" w:rsidP="0054466E">
            <w:pPr>
              <w:spacing w:after="0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13B3438A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Vyhodnocení dosažené přesnosti, dosažených odchylek a kontrol pro konkrétní zeměměřickou činnost (ŽBP, posouzení PPK, kontroly u mapování, atd.)</w:t>
            </w:r>
          </w:p>
        </w:tc>
      </w:tr>
      <w:tr w:rsidR="0073797F" w:rsidRPr="0073797F" w14:paraId="6BB9C000" w14:textId="77777777" w:rsidTr="333B3FC9">
        <w:trPr>
          <w:trHeight w:val="340"/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138B1912" w14:textId="77777777" w:rsidR="00D57BB0" w:rsidRPr="0073797F" w:rsidRDefault="00D57BB0" w:rsidP="00D57BB0">
            <w:pPr>
              <w:spacing w:after="0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5A4D8A26" w14:textId="77777777" w:rsidR="00D57BB0" w:rsidRPr="0073797F" w:rsidRDefault="00D57BB0" w:rsidP="00D57BB0">
            <w:pPr>
              <w:pStyle w:val="Bezmezer"/>
              <w:rPr>
                <w:rFonts w:asciiTheme="majorHAnsi" w:hAnsiTheme="majorHAnsi" w:cs="Arial"/>
                <w:highlight w:val="yellow"/>
                <w:lang w:eastAsia="cs-CZ"/>
              </w:rPr>
            </w:pPr>
          </w:p>
        </w:tc>
      </w:tr>
      <w:tr w:rsidR="0073797F" w:rsidRPr="0073797F" w14:paraId="4E56AD0B" w14:textId="77777777" w:rsidTr="333B3FC9">
        <w:trPr>
          <w:trHeight w:val="1088"/>
          <w:tblCellSpacing w:w="30" w:type="dxa"/>
          <w:jc w:val="center"/>
        </w:trPr>
        <w:tc>
          <w:tcPr>
            <w:tcW w:w="2019" w:type="dxa"/>
            <w:shd w:val="clear" w:color="auto" w:fill="FFFFFF" w:themeFill="background1"/>
          </w:tcPr>
          <w:p w14:paraId="56AE9BD5" w14:textId="0C349502" w:rsidR="00D57BB0" w:rsidRPr="0073797F" w:rsidRDefault="3C03602A" w:rsidP="333B3FC9">
            <w:pPr>
              <w:spacing w:after="0" w:line="240" w:lineRule="auto"/>
            </w:pPr>
            <w:r w:rsidRPr="333B3FC9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Obsah dokumentace:</w:t>
            </w:r>
          </w:p>
        </w:tc>
        <w:tc>
          <w:tcPr>
            <w:tcW w:w="6549" w:type="dxa"/>
            <w:gridSpan w:val="2"/>
            <w:shd w:val="clear" w:color="auto" w:fill="FFFFFF" w:themeFill="background1"/>
            <w:vAlign w:val="center"/>
          </w:tcPr>
          <w:p w14:paraId="7549019C" w14:textId="052A2435" w:rsidR="00D57BB0" w:rsidRDefault="00D57BB0" w:rsidP="72BE45C6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333B3FC9">
              <w:rPr>
                <w:rFonts w:asciiTheme="majorHAnsi" w:hAnsiTheme="majorHAnsi" w:cs="Arial"/>
                <w:highlight w:val="cyan"/>
                <w:lang w:eastAsia="cs-CZ"/>
              </w:rPr>
              <w:t>Technická zpráva</w:t>
            </w:r>
            <w:r w:rsidR="405E2B66" w:rsidRPr="333B3FC9">
              <w:rPr>
                <w:rFonts w:asciiTheme="majorHAnsi" w:hAnsiTheme="majorHAnsi" w:cs="Arial"/>
                <w:highlight w:val="cyan"/>
                <w:lang w:eastAsia="cs-CZ"/>
              </w:rPr>
              <w:t xml:space="preserve"> -</w:t>
            </w:r>
            <w:r w:rsidR="76C6B227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 xml:space="preserve"> </w:t>
            </w:r>
            <w:r w:rsidR="59D30E95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TZ</w:t>
            </w:r>
            <w:r w:rsidR="3FBBF292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_</w:t>
            </w:r>
            <w:r w:rsidR="59D30E95" w:rsidRPr="333B3FC9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STC</w:t>
            </w:r>
            <w:r w:rsidR="0054466E">
              <w:rPr>
                <w:rFonts w:ascii="Verdana" w:eastAsia="Verdana" w:hAnsi="Verdana" w:cs="Verdana"/>
                <w:sz w:val="20"/>
                <w:szCs w:val="20"/>
                <w:highlight w:val="cyan"/>
              </w:rPr>
              <w:t>M</w:t>
            </w:r>
            <w:r w:rsidR="59D30E95" w:rsidRPr="333B3FC9">
              <w:rPr>
                <w:rFonts w:ascii="Verdana" w:eastAsia="Verdana" w:hAnsi="Verdana" w:cs="Verdana"/>
                <w:color w:val="FF0000"/>
                <w:sz w:val="20"/>
                <w:szCs w:val="20"/>
                <w:highlight w:val="cyan"/>
              </w:rPr>
              <w:t>TTTTKMYYY-XXX_RRMM_popis</w:t>
            </w:r>
            <w:r w:rsidR="76C6B227" w:rsidRPr="333B3FC9">
              <w:rPr>
                <w:rFonts w:ascii="Verdana" w:eastAsia="Verdana" w:hAnsi="Verdana" w:cs="Verdana"/>
                <w:color w:val="FF0000"/>
                <w:highlight w:val="cyan"/>
              </w:rPr>
              <w:t>.pdf</w:t>
            </w:r>
            <w:r>
              <w:br/>
            </w:r>
            <w:r w:rsidR="00BF2528" w:rsidRPr="333B3FC9">
              <w:rPr>
                <w:rFonts w:asciiTheme="majorHAnsi" w:hAnsiTheme="majorHAnsi" w:cs="Arial"/>
                <w:highlight w:val="cyan"/>
                <w:lang w:eastAsia="cs-CZ"/>
              </w:rPr>
              <w:t>Tabulka staničníků</w:t>
            </w:r>
            <w:r w:rsidR="5E918437" w:rsidRPr="333B3FC9">
              <w:rPr>
                <w:rFonts w:asciiTheme="majorHAnsi" w:hAnsiTheme="majorHAnsi" w:cs="Arial"/>
                <w:highlight w:val="cyan"/>
                <w:lang w:eastAsia="cs-CZ"/>
              </w:rPr>
              <w:t xml:space="preserve"> – </w:t>
            </w:r>
            <w:r w:rsidR="00BF2528" w:rsidRPr="333B3FC9">
              <w:rPr>
                <w:rFonts w:asciiTheme="majorHAnsi" w:hAnsiTheme="majorHAnsi" w:cs="Arial"/>
                <w:highlight w:val="cyan"/>
                <w:lang w:eastAsia="cs-CZ"/>
              </w:rPr>
              <w:t>Tab_stanicniku.csv</w:t>
            </w:r>
          </w:p>
          <w:p w14:paraId="43EE4A27" w14:textId="6E8D7F15" w:rsidR="00FD7623" w:rsidRPr="00BF2528" w:rsidRDefault="00FD7623" w:rsidP="72BE45C6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>
              <w:rPr>
                <w:rFonts w:asciiTheme="majorHAnsi" w:hAnsiTheme="majorHAnsi" w:cs="Arial"/>
                <w:highlight w:val="cyan"/>
                <w:lang w:eastAsia="cs-CZ"/>
              </w:rPr>
              <w:t>Měřický a výpočetní elaborát</w:t>
            </w:r>
            <w:r w:rsidR="000F5780">
              <w:rPr>
                <w:rFonts w:asciiTheme="majorHAnsi" w:hAnsiTheme="majorHAnsi" w:cs="Arial"/>
                <w:highlight w:val="cyan"/>
                <w:lang w:eastAsia="cs-CZ"/>
              </w:rPr>
              <w:t xml:space="preserve"> – 1_Mericky_elaborat</w:t>
            </w:r>
          </w:p>
          <w:p w14:paraId="0CCFBACE" w14:textId="0459C11B" w:rsidR="00D57BB0" w:rsidRPr="00BF2528" w:rsidRDefault="00BF2528" w:rsidP="72BE45C6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  <w:r w:rsidRPr="72BE45C6">
              <w:rPr>
                <w:rFonts w:asciiTheme="majorHAnsi" w:hAnsiTheme="majorHAnsi" w:cs="Arial"/>
                <w:highlight w:val="cyan"/>
                <w:lang w:eastAsia="cs-CZ"/>
              </w:rPr>
              <w:t>Fotodokumentace</w:t>
            </w:r>
            <w:r w:rsidR="76425C89" w:rsidRPr="72BE45C6">
              <w:rPr>
                <w:rFonts w:asciiTheme="majorHAnsi" w:hAnsiTheme="majorHAnsi" w:cs="Arial"/>
                <w:highlight w:val="cyan"/>
                <w:lang w:eastAsia="cs-CZ"/>
              </w:rPr>
              <w:t xml:space="preserve"> - </w:t>
            </w:r>
            <w:r w:rsidR="184326F2" w:rsidRPr="72BE45C6">
              <w:rPr>
                <w:rFonts w:asciiTheme="majorHAnsi" w:hAnsiTheme="majorHAnsi" w:cs="Arial"/>
                <w:highlight w:val="cyan"/>
                <w:lang w:eastAsia="cs-CZ"/>
              </w:rPr>
              <w:t>2_</w:t>
            </w:r>
            <w:r w:rsidRPr="72BE45C6">
              <w:rPr>
                <w:rFonts w:asciiTheme="majorHAnsi" w:hAnsiTheme="majorHAnsi" w:cs="Arial"/>
                <w:highlight w:val="cyan"/>
                <w:lang w:eastAsia="cs-CZ"/>
              </w:rPr>
              <w:t>Fotodokumentace</w:t>
            </w:r>
          </w:p>
          <w:p w14:paraId="434878FF" w14:textId="7F880B16" w:rsidR="00D57BB0" w:rsidRPr="0073797F" w:rsidRDefault="00D57BB0" w:rsidP="7F07C0DC">
            <w:pPr>
              <w:pStyle w:val="Bezmezer"/>
              <w:rPr>
                <w:rFonts w:asciiTheme="majorHAnsi" w:hAnsiTheme="majorHAnsi" w:cs="Arial"/>
                <w:highlight w:val="cyan"/>
                <w:lang w:eastAsia="cs-CZ"/>
              </w:rPr>
            </w:pPr>
          </w:p>
        </w:tc>
      </w:tr>
    </w:tbl>
    <w:p w14:paraId="2F74E576" w14:textId="77777777" w:rsidR="00094757" w:rsidRPr="0073797F" w:rsidRDefault="00094757" w:rsidP="00094757">
      <w:pPr>
        <w:spacing w:after="0" w:line="276" w:lineRule="auto"/>
        <w:rPr>
          <w:b/>
          <w:iCs/>
        </w:rPr>
      </w:pPr>
    </w:p>
    <w:tbl>
      <w:tblPr>
        <w:tblW w:w="8796" w:type="dxa"/>
        <w:jc w:val="center"/>
        <w:tblCellSpacing w:w="15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2"/>
        <w:gridCol w:w="2634"/>
        <w:gridCol w:w="1618"/>
        <w:gridCol w:w="2562"/>
      </w:tblGrid>
      <w:tr w:rsidR="0073797F" w:rsidRPr="0073797F" w14:paraId="6E424008" w14:textId="77777777" w:rsidTr="72BE45C6">
        <w:trPr>
          <w:trHeight w:val="686"/>
          <w:tblCellSpacing w:w="15" w:type="dxa"/>
          <w:jc w:val="center"/>
        </w:trPr>
        <w:tc>
          <w:tcPr>
            <w:tcW w:w="1937" w:type="dxa"/>
            <w:shd w:val="clear" w:color="auto" w:fill="FFFFFF" w:themeFill="background1"/>
            <w:hideMark/>
          </w:tcPr>
          <w:p w14:paraId="568340FF" w14:textId="2604B696" w:rsidR="003A3C84" w:rsidRPr="0073797F" w:rsidRDefault="003A3C84" w:rsidP="003A3C84">
            <w:pPr>
              <w:spacing w:after="0" w:line="276" w:lineRule="auto"/>
              <w:rPr>
                <w:b/>
                <w:bCs/>
                <w:highlight w:val="yellow"/>
              </w:rPr>
            </w:pPr>
            <w:bookmarkStart w:id="1" w:name="_Hlk176770693"/>
            <w:r w:rsidRPr="0073797F">
              <w:rPr>
                <w:b/>
                <w:bCs/>
              </w:rPr>
              <w:t>Technickou zprávu zpracoval:</w:t>
            </w:r>
          </w:p>
        </w:tc>
        <w:tc>
          <w:tcPr>
            <w:tcW w:w="2604" w:type="dxa"/>
            <w:shd w:val="clear" w:color="auto" w:fill="FFFFFF" w:themeFill="background1"/>
            <w:vAlign w:val="center"/>
          </w:tcPr>
          <w:p w14:paraId="2C325D70" w14:textId="282EBA3E" w:rsidR="003A3C84" w:rsidRPr="00BF2528" w:rsidRDefault="512277A8" w:rsidP="72BE45C6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 XXXX</w:t>
            </w:r>
          </w:p>
        </w:tc>
        <w:tc>
          <w:tcPr>
            <w:tcW w:w="1588" w:type="dxa"/>
            <w:shd w:val="clear" w:color="auto" w:fill="FFFFFF" w:themeFill="background1"/>
          </w:tcPr>
          <w:p w14:paraId="7D56B3AD" w14:textId="5A83CCDA" w:rsidR="003A3C84" w:rsidRPr="0073797F" w:rsidRDefault="168F3037" w:rsidP="72BE45C6">
            <w:pPr>
              <w:spacing w:after="0" w:line="276" w:lineRule="auto"/>
              <w:rPr>
                <w:b/>
                <w:bCs/>
                <w:highlight w:val="yellow"/>
              </w:rPr>
            </w:pPr>
            <w:r w:rsidRPr="72BE45C6">
              <w:rPr>
                <w:b/>
                <w:bCs/>
              </w:rPr>
              <w:t>Ověřil: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7A0D60AA" w14:textId="0497EAAC" w:rsidR="003A3C84" w:rsidRPr="00BF2528" w:rsidRDefault="004F240B" w:rsidP="72BE45C6">
            <w:pPr>
              <w:spacing w:after="0" w:line="276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7F07C0DC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Ing. XXX XXXX</w:t>
            </w:r>
          </w:p>
        </w:tc>
      </w:tr>
      <w:tr w:rsidR="0073797F" w:rsidRPr="0073797F" w14:paraId="674F9A31" w14:textId="77777777" w:rsidTr="72BE45C6">
        <w:trPr>
          <w:trHeight w:val="313"/>
          <w:tblCellSpacing w:w="15" w:type="dxa"/>
          <w:jc w:val="center"/>
        </w:trPr>
        <w:tc>
          <w:tcPr>
            <w:tcW w:w="1937" w:type="dxa"/>
            <w:vMerge w:val="restart"/>
            <w:shd w:val="clear" w:color="auto" w:fill="FFFFFF" w:themeFill="background1"/>
          </w:tcPr>
          <w:p w14:paraId="1CFB9AFB" w14:textId="6263C39E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Dne:</w:t>
            </w:r>
          </w:p>
        </w:tc>
        <w:tc>
          <w:tcPr>
            <w:tcW w:w="2604" w:type="dxa"/>
            <w:vMerge w:val="restart"/>
            <w:shd w:val="clear" w:color="auto" w:fill="FFFFFF" w:themeFill="background1"/>
            <w:vAlign w:val="center"/>
          </w:tcPr>
          <w:p w14:paraId="7B7563B3" w14:textId="28547B16" w:rsidR="003A3C84" w:rsidRPr="00BF2528" w:rsidRDefault="168F3037" w:rsidP="72BE45C6">
            <w:pPr>
              <w:spacing w:after="0" w:line="276" w:lineRule="auto"/>
              <w:rPr>
                <w:rFonts w:asciiTheme="majorHAnsi" w:eastAsia="Times New Roman" w:hAnsiTheme="majorHAnsi" w:cs="Arial"/>
                <w:highlight w:val="yellow"/>
                <w:lang w:eastAsia="cs-CZ"/>
              </w:rPr>
            </w:pPr>
            <w:r w:rsidRPr="72BE45C6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DD.MM.RRRR</w:t>
            </w:r>
          </w:p>
        </w:tc>
        <w:tc>
          <w:tcPr>
            <w:tcW w:w="1588" w:type="dxa"/>
            <w:shd w:val="clear" w:color="auto" w:fill="FFFFFF" w:themeFill="background1"/>
          </w:tcPr>
          <w:p w14:paraId="617EC608" w14:textId="4C02CA0B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Dne: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5780126C" w14:textId="056352BE" w:rsidR="003A3C84" w:rsidRPr="00BF2528" w:rsidRDefault="004632B5" w:rsidP="72BE45C6">
            <w:pPr>
              <w:spacing w:after="0" w:line="276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DD.MM.RRRR</w:t>
            </w:r>
          </w:p>
        </w:tc>
      </w:tr>
      <w:tr w:rsidR="0073797F" w:rsidRPr="0073797F" w14:paraId="6C3E4E30" w14:textId="77777777" w:rsidTr="72BE45C6">
        <w:trPr>
          <w:trHeight w:val="312"/>
          <w:tblCellSpacing w:w="15" w:type="dxa"/>
          <w:jc w:val="center"/>
        </w:trPr>
        <w:tc>
          <w:tcPr>
            <w:tcW w:w="1937" w:type="dxa"/>
            <w:vMerge/>
          </w:tcPr>
          <w:p w14:paraId="455D7C6E" w14:textId="77777777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</w:p>
        </w:tc>
        <w:tc>
          <w:tcPr>
            <w:tcW w:w="2604" w:type="dxa"/>
            <w:vMerge/>
            <w:vAlign w:val="center"/>
          </w:tcPr>
          <w:p w14:paraId="2E7B5690" w14:textId="77777777" w:rsidR="003A3C84" w:rsidRPr="0073797F" w:rsidRDefault="003A3C84" w:rsidP="003A3C84">
            <w:pPr>
              <w:spacing w:after="0" w:line="276" w:lineRule="auto"/>
              <w:rPr>
                <w:rFonts w:asciiTheme="majorHAnsi" w:eastAsia="Times New Roman" w:hAnsiTheme="majorHAnsi" w:cs="Arial"/>
                <w:highlight w:val="cyan"/>
                <w:lang w:eastAsia="cs-CZ"/>
              </w:rPr>
            </w:pPr>
          </w:p>
        </w:tc>
        <w:tc>
          <w:tcPr>
            <w:tcW w:w="1588" w:type="dxa"/>
            <w:shd w:val="clear" w:color="auto" w:fill="FFFFFF" w:themeFill="background1"/>
          </w:tcPr>
          <w:p w14:paraId="4CB49A8B" w14:textId="077E58DC" w:rsidR="003A3C84" w:rsidRPr="0073797F" w:rsidRDefault="003A3C84" w:rsidP="003A3C84">
            <w:pPr>
              <w:spacing w:after="0" w:line="276" w:lineRule="auto"/>
              <w:rPr>
                <w:b/>
                <w:bCs/>
              </w:rPr>
            </w:pPr>
            <w:r w:rsidRPr="0073797F">
              <w:rPr>
                <w:b/>
                <w:bCs/>
              </w:rPr>
              <w:t>Číslo ověření: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14:paraId="4799A43B" w14:textId="71D646E4" w:rsidR="003A3C84" w:rsidRPr="00BF2528" w:rsidRDefault="00C1474C" w:rsidP="72BE45C6">
            <w:pPr>
              <w:spacing w:after="0" w:line="276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73797F">
              <w:rPr>
                <w:rFonts w:asciiTheme="majorHAnsi" w:eastAsia="Times New Roman" w:hAnsiTheme="majorHAnsi" w:cs="Arial"/>
                <w:highlight w:val="yellow"/>
                <w:lang w:eastAsia="cs-CZ"/>
              </w:rPr>
              <w:t>Xxx/2024</w:t>
            </w:r>
          </w:p>
        </w:tc>
      </w:tr>
      <w:tr w:rsidR="0073797F" w:rsidRPr="0073797F" w14:paraId="16F71777" w14:textId="77777777" w:rsidTr="72BE45C6">
        <w:trPr>
          <w:tblCellSpacing w:w="15" w:type="dxa"/>
          <w:jc w:val="center"/>
        </w:trPr>
        <w:tc>
          <w:tcPr>
            <w:tcW w:w="4571" w:type="dxa"/>
            <w:gridSpan w:val="2"/>
            <w:shd w:val="clear" w:color="auto" w:fill="FFFFFF" w:themeFill="background1"/>
          </w:tcPr>
          <w:p w14:paraId="24E3E725" w14:textId="77777777" w:rsidR="003A3C84" w:rsidRPr="00C1474C" w:rsidRDefault="003A3C84" w:rsidP="003A3C84">
            <w:pPr>
              <w:spacing w:after="0" w:line="276" w:lineRule="auto"/>
              <w:rPr>
                <w:i/>
                <w:highlight w:val="cyan"/>
              </w:rPr>
            </w:pPr>
            <w:r w:rsidRPr="00C1474C">
              <w:rPr>
                <w:i/>
                <w:highlight w:val="cyan"/>
              </w:rPr>
              <w:t>Náležitostmi a přesností odpovídá</w:t>
            </w:r>
            <w:r w:rsidRPr="00C1474C">
              <w:rPr>
                <w:i/>
                <w:highlight w:val="cyan"/>
              </w:rPr>
              <w:br/>
              <w:t xml:space="preserve">právním předpisům a podmínkám </w:t>
            </w:r>
          </w:p>
          <w:p w14:paraId="087B367F" w14:textId="56274D95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</w:rPr>
            </w:pPr>
            <w:r w:rsidRPr="00C1474C">
              <w:rPr>
                <w:i/>
                <w:highlight w:val="cyan"/>
              </w:rPr>
              <w:t>písemně dohodnutým s objednatelem</w:t>
            </w:r>
          </w:p>
        </w:tc>
        <w:tc>
          <w:tcPr>
            <w:tcW w:w="4135" w:type="dxa"/>
            <w:gridSpan w:val="2"/>
            <w:shd w:val="clear" w:color="auto" w:fill="FFFFFF" w:themeFill="background1"/>
          </w:tcPr>
          <w:p w14:paraId="79E6667F" w14:textId="621C7139" w:rsidR="003A3C84" w:rsidRPr="0073797F" w:rsidRDefault="003A3C84" w:rsidP="003A3C84">
            <w:pPr>
              <w:spacing w:after="0" w:line="276" w:lineRule="auto"/>
              <w:rPr>
                <w:b/>
                <w:bCs/>
                <w:iCs/>
                <w:highlight w:val="yellow"/>
              </w:rPr>
            </w:pPr>
          </w:p>
        </w:tc>
      </w:tr>
      <w:bookmarkEnd w:id="1"/>
    </w:tbl>
    <w:p w14:paraId="7EC89C0F" w14:textId="7117F47E" w:rsidR="006F2D13" w:rsidRDefault="006F2D13" w:rsidP="00644CFA">
      <w:pPr>
        <w:spacing w:after="0" w:line="276" w:lineRule="auto"/>
        <w:rPr>
          <w:rStyle w:val="VrazncittChar"/>
        </w:rPr>
      </w:pPr>
    </w:p>
    <w:p w14:paraId="3F0B6828" w14:textId="77777777" w:rsidR="006F2D13" w:rsidRDefault="006F2D13" w:rsidP="00644CFA">
      <w:pPr>
        <w:spacing w:after="0" w:line="276" w:lineRule="auto"/>
        <w:rPr>
          <w:rStyle w:val="VrazncittChar"/>
        </w:rPr>
      </w:pPr>
    </w:p>
    <w:sectPr w:rsidR="006F2D13" w:rsidSect="00F2299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9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09AB0" w14:textId="77777777" w:rsidR="00583FE4" w:rsidRDefault="00583FE4" w:rsidP="00962258">
      <w:pPr>
        <w:spacing w:after="0" w:line="240" w:lineRule="auto"/>
      </w:pPr>
      <w:r>
        <w:separator/>
      </w:r>
    </w:p>
  </w:endnote>
  <w:endnote w:type="continuationSeparator" w:id="0">
    <w:p w14:paraId="235A144C" w14:textId="77777777" w:rsidR="00583FE4" w:rsidRDefault="00583F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40BA18" w14:textId="77777777" w:rsidR="00D40510" w:rsidRDefault="00D4051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B1C737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73F2DCA" w14:textId="566E1697" w:rsidR="00F1715C" w:rsidRPr="00B8518B" w:rsidRDefault="00F1715C" w:rsidP="00B8518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CC925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C18273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A66279" w14:textId="77777777" w:rsidR="00F1715C" w:rsidRDefault="00F1715C" w:rsidP="00D831A3">
          <w:pPr>
            <w:pStyle w:val="Zpat"/>
          </w:pPr>
        </w:p>
      </w:tc>
    </w:tr>
  </w:tbl>
  <w:p w14:paraId="6D870003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9757D" w14:textId="77777777" w:rsidR="00D40510" w:rsidRDefault="00D4051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66D03" w14:textId="77777777" w:rsidR="00583FE4" w:rsidRDefault="00583FE4" w:rsidP="00962258">
      <w:pPr>
        <w:spacing w:after="0" w:line="240" w:lineRule="auto"/>
      </w:pPr>
      <w:r>
        <w:separator/>
      </w:r>
    </w:p>
  </w:footnote>
  <w:footnote w:type="continuationSeparator" w:id="0">
    <w:p w14:paraId="4BA8E203" w14:textId="77777777" w:rsidR="00583FE4" w:rsidRDefault="00583F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366AC" w14:textId="77777777" w:rsidR="00D40510" w:rsidRDefault="00D405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F7EAB5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566823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9F21B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DE7014" w14:textId="30F4E5DE" w:rsidR="00F1715C" w:rsidRPr="00181EF2" w:rsidRDefault="00F1715C" w:rsidP="00D26C6F">
          <w:pPr>
            <w:pStyle w:val="Druhdokumentu"/>
            <w:jc w:val="left"/>
            <w:rPr>
              <w:highlight w:val="yellow"/>
            </w:rPr>
          </w:pPr>
        </w:p>
      </w:tc>
    </w:tr>
  </w:tbl>
  <w:p w14:paraId="5980476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2DF4A" w14:textId="75AE570B" w:rsidR="00F1715C" w:rsidRPr="00D6163D" w:rsidRDefault="00F1715C" w:rsidP="00FC6389">
    <w:pPr>
      <w:pStyle w:val="Zhlav"/>
      <w:rPr>
        <w:sz w:val="8"/>
        <w:szCs w:val="8"/>
      </w:rPr>
    </w:pPr>
  </w:p>
  <w:p w14:paraId="40BCE5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836265925">
    <w:abstractNumId w:val="2"/>
  </w:num>
  <w:num w:numId="2" w16cid:durableId="1696466659">
    <w:abstractNumId w:val="1"/>
  </w:num>
  <w:num w:numId="3" w16cid:durableId="2925616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676049">
    <w:abstractNumId w:val="7"/>
  </w:num>
  <w:num w:numId="5" w16cid:durableId="830218851">
    <w:abstractNumId w:val="3"/>
  </w:num>
  <w:num w:numId="6" w16cid:durableId="273556405">
    <w:abstractNumId w:val="4"/>
  </w:num>
  <w:num w:numId="7" w16cid:durableId="243493464">
    <w:abstractNumId w:val="0"/>
  </w:num>
  <w:num w:numId="8" w16cid:durableId="46296987">
    <w:abstractNumId w:val="5"/>
  </w:num>
  <w:num w:numId="9" w16cid:durableId="875042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81955309">
    <w:abstractNumId w:val="4"/>
  </w:num>
  <w:num w:numId="11" w16cid:durableId="939529794">
    <w:abstractNumId w:val="1"/>
  </w:num>
  <w:num w:numId="12" w16cid:durableId="1430539053">
    <w:abstractNumId w:val="4"/>
  </w:num>
  <w:num w:numId="13" w16cid:durableId="75977562">
    <w:abstractNumId w:val="4"/>
  </w:num>
  <w:num w:numId="14" w16cid:durableId="219291242">
    <w:abstractNumId w:val="4"/>
  </w:num>
  <w:num w:numId="15" w16cid:durableId="1697727800">
    <w:abstractNumId w:val="4"/>
  </w:num>
  <w:num w:numId="16" w16cid:durableId="1728722592">
    <w:abstractNumId w:val="2"/>
  </w:num>
  <w:num w:numId="17" w16cid:durableId="1558277558">
    <w:abstractNumId w:val="2"/>
  </w:num>
  <w:num w:numId="18" w16cid:durableId="1338338883">
    <w:abstractNumId w:val="2"/>
  </w:num>
  <w:num w:numId="19" w16cid:durableId="2068527362">
    <w:abstractNumId w:val="2"/>
  </w:num>
  <w:num w:numId="20" w16cid:durableId="376007002">
    <w:abstractNumId w:val="2"/>
  </w:num>
  <w:num w:numId="21" w16cid:durableId="1498426428">
    <w:abstractNumId w:val="2"/>
  </w:num>
  <w:num w:numId="22" w16cid:durableId="1856963250">
    <w:abstractNumId w:val="4"/>
  </w:num>
  <w:num w:numId="23" w16cid:durableId="1718431910">
    <w:abstractNumId w:val="1"/>
  </w:num>
  <w:num w:numId="24" w16cid:durableId="793211815">
    <w:abstractNumId w:val="4"/>
  </w:num>
  <w:num w:numId="25" w16cid:durableId="1922568135">
    <w:abstractNumId w:val="4"/>
  </w:num>
  <w:num w:numId="26" w16cid:durableId="1968194845">
    <w:abstractNumId w:val="4"/>
  </w:num>
  <w:num w:numId="27" w16cid:durableId="2109277262">
    <w:abstractNumId w:val="4"/>
  </w:num>
  <w:num w:numId="28" w16cid:durableId="1001473989">
    <w:abstractNumId w:val="8"/>
  </w:num>
  <w:num w:numId="29" w16cid:durableId="328019128">
    <w:abstractNumId w:val="2"/>
  </w:num>
  <w:num w:numId="30" w16cid:durableId="1592275505">
    <w:abstractNumId w:val="8"/>
  </w:num>
  <w:num w:numId="31" w16cid:durableId="617837133">
    <w:abstractNumId w:val="8"/>
  </w:num>
  <w:num w:numId="32" w16cid:durableId="1342397518">
    <w:abstractNumId w:val="8"/>
  </w:num>
  <w:num w:numId="33" w16cid:durableId="137773700">
    <w:abstractNumId w:val="8"/>
  </w:num>
  <w:num w:numId="34" w16cid:durableId="1034620753">
    <w:abstractNumId w:val="4"/>
  </w:num>
  <w:num w:numId="35" w16cid:durableId="1737511912">
    <w:abstractNumId w:val="1"/>
  </w:num>
  <w:num w:numId="36" w16cid:durableId="1124688781">
    <w:abstractNumId w:val="4"/>
  </w:num>
  <w:num w:numId="37" w16cid:durableId="317539046">
    <w:abstractNumId w:val="4"/>
  </w:num>
  <w:num w:numId="38" w16cid:durableId="2002810050">
    <w:abstractNumId w:val="4"/>
  </w:num>
  <w:num w:numId="39" w16cid:durableId="41565506">
    <w:abstractNumId w:val="4"/>
  </w:num>
  <w:num w:numId="40" w16cid:durableId="29768079">
    <w:abstractNumId w:val="8"/>
  </w:num>
  <w:num w:numId="41" w16cid:durableId="482545045">
    <w:abstractNumId w:val="2"/>
  </w:num>
  <w:num w:numId="42" w16cid:durableId="2130319621">
    <w:abstractNumId w:val="8"/>
  </w:num>
  <w:num w:numId="43" w16cid:durableId="723214759">
    <w:abstractNumId w:val="8"/>
  </w:num>
  <w:num w:numId="44" w16cid:durableId="260333398">
    <w:abstractNumId w:val="8"/>
  </w:num>
  <w:num w:numId="45" w16cid:durableId="112218807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A29"/>
    <w:rsid w:val="00033432"/>
    <w:rsid w:val="000335CC"/>
    <w:rsid w:val="000437FF"/>
    <w:rsid w:val="00051500"/>
    <w:rsid w:val="00072C1E"/>
    <w:rsid w:val="00091C0A"/>
    <w:rsid w:val="00094757"/>
    <w:rsid w:val="000B2A40"/>
    <w:rsid w:val="000B6CA2"/>
    <w:rsid w:val="000B7809"/>
    <w:rsid w:val="000B7907"/>
    <w:rsid w:val="000C0429"/>
    <w:rsid w:val="000F5780"/>
    <w:rsid w:val="000F7768"/>
    <w:rsid w:val="00114472"/>
    <w:rsid w:val="00144111"/>
    <w:rsid w:val="00170EC5"/>
    <w:rsid w:val="001747C1"/>
    <w:rsid w:val="00181EF2"/>
    <w:rsid w:val="0018596A"/>
    <w:rsid w:val="001918F8"/>
    <w:rsid w:val="001B3BEB"/>
    <w:rsid w:val="001C4DA0"/>
    <w:rsid w:val="001F43D2"/>
    <w:rsid w:val="00207DF5"/>
    <w:rsid w:val="00210074"/>
    <w:rsid w:val="002450E2"/>
    <w:rsid w:val="00246C1C"/>
    <w:rsid w:val="00247618"/>
    <w:rsid w:val="00250990"/>
    <w:rsid w:val="0026785D"/>
    <w:rsid w:val="002735CA"/>
    <w:rsid w:val="00281C32"/>
    <w:rsid w:val="002C31BF"/>
    <w:rsid w:val="002C5DB9"/>
    <w:rsid w:val="002E0CD7"/>
    <w:rsid w:val="002F026B"/>
    <w:rsid w:val="00302C26"/>
    <w:rsid w:val="003065B6"/>
    <w:rsid w:val="003158C8"/>
    <w:rsid w:val="0033264B"/>
    <w:rsid w:val="0035669A"/>
    <w:rsid w:val="00357BC6"/>
    <w:rsid w:val="0037179F"/>
    <w:rsid w:val="003956C6"/>
    <w:rsid w:val="003A3C84"/>
    <w:rsid w:val="003C6A90"/>
    <w:rsid w:val="003E75CE"/>
    <w:rsid w:val="00413125"/>
    <w:rsid w:val="0041380F"/>
    <w:rsid w:val="0041714F"/>
    <w:rsid w:val="00450F07"/>
    <w:rsid w:val="00453CD3"/>
    <w:rsid w:val="00455BC7"/>
    <w:rsid w:val="00460660"/>
    <w:rsid w:val="004608A8"/>
    <w:rsid w:val="00460CCB"/>
    <w:rsid w:val="004632B5"/>
    <w:rsid w:val="00470E65"/>
    <w:rsid w:val="00477370"/>
    <w:rsid w:val="00486107"/>
    <w:rsid w:val="00491827"/>
    <w:rsid w:val="004926B0"/>
    <w:rsid w:val="004A1953"/>
    <w:rsid w:val="004A7C69"/>
    <w:rsid w:val="004C4399"/>
    <w:rsid w:val="004C69ED"/>
    <w:rsid w:val="004C787C"/>
    <w:rsid w:val="004E0BC8"/>
    <w:rsid w:val="004F240B"/>
    <w:rsid w:val="004F4B9B"/>
    <w:rsid w:val="00511AB9"/>
    <w:rsid w:val="00514692"/>
    <w:rsid w:val="00523EA7"/>
    <w:rsid w:val="00541328"/>
    <w:rsid w:val="0054466E"/>
    <w:rsid w:val="00551355"/>
    <w:rsid w:val="00551D1F"/>
    <w:rsid w:val="00553375"/>
    <w:rsid w:val="00557E3B"/>
    <w:rsid w:val="00560210"/>
    <w:rsid w:val="0056192A"/>
    <w:rsid w:val="005658A6"/>
    <w:rsid w:val="00565E97"/>
    <w:rsid w:val="005722BB"/>
    <w:rsid w:val="005736B7"/>
    <w:rsid w:val="00575E5A"/>
    <w:rsid w:val="005762F5"/>
    <w:rsid w:val="00583FE4"/>
    <w:rsid w:val="00596C7E"/>
    <w:rsid w:val="005A0A17"/>
    <w:rsid w:val="005A64E9"/>
    <w:rsid w:val="005A6EAC"/>
    <w:rsid w:val="005B5EE9"/>
    <w:rsid w:val="005C3BF2"/>
    <w:rsid w:val="005D2CA2"/>
    <w:rsid w:val="005F0CAE"/>
    <w:rsid w:val="00604B8A"/>
    <w:rsid w:val="0061068E"/>
    <w:rsid w:val="00644CFA"/>
    <w:rsid w:val="00660AD3"/>
    <w:rsid w:val="006747CC"/>
    <w:rsid w:val="00681FAC"/>
    <w:rsid w:val="006844FA"/>
    <w:rsid w:val="00685A3A"/>
    <w:rsid w:val="006A5570"/>
    <w:rsid w:val="006A689C"/>
    <w:rsid w:val="006B3D79"/>
    <w:rsid w:val="006D6FE4"/>
    <w:rsid w:val="006E0578"/>
    <w:rsid w:val="006E314D"/>
    <w:rsid w:val="006E583A"/>
    <w:rsid w:val="006F2D13"/>
    <w:rsid w:val="006F796F"/>
    <w:rsid w:val="0070515F"/>
    <w:rsid w:val="00710723"/>
    <w:rsid w:val="00712BF0"/>
    <w:rsid w:val="007220DE"/>
    <w:rsid w:val="00723ED1"/>
    <w:rsid w:val="007351B9"/>
    <w:rsid w:val="0073797F"/>
    <w:rsid w:val="00743525"/>
    <w:rsid w:val="00762391"/>
    <w:rsid w:val="0076286B"/>
    <w:rsid w:val="00764595"/>
    <w:rsid w:val="00766846"/>
    <w:rsid w:val="0077673A"/>
    <w:rsid w:val="0078419A"/>
    <w:rsid w:val="007846E1"/>
    <w:rsid w:val="00791366"/>
    <w:rsid w:val="00792DAC"/>
    <w:rsid w:val="007B570C"/>
    <w:rsid w:val="007B66A3"/>
    <w:rsid w:val="007D1573"/>
    <w:rsid w:val="007E4A6E"/>
    <w:rsid w:val="007F56A7"/>
    <w:rsid w:val="00807DD0"/>
    <w:rsid w:val="00813F11"/>
    <w:rsid w:val="00865BEE"/>
    <w:rsid w:val="00896760"/>
    <w:rsid w:val="008A3568"/>
    <w:rsid w:val="008D03B9"/>
    <w:rsid w:val="008E236D"/>
    <w:rsid w:val="008E2DCA"/>
    <w:rsid w:val="008E6832"/>
    <w:rsid w:val="008F0B10"/>
    <w:rsid w:val="008F18D6"/>
    <w:rsid w:val="009033F2"/>
    <w:rsid w:val="00904780"/>
    <w:rsid w:val="009059F3"/>
    <w:rsid w:val="009113A8"/>
    <w:rsid w:val="0091795F"/>
    <w:rsid w:val="00922385"/>
    <w:rsid w:val="009223DF"/>
    <w:rsid w:val="00925312"/>
    <w:rsid w:val="00936091"/>
    <w:rsid w:val="00940D8A"/>
    <w:rsid w:val="009547FE"/>
    <w:rsid w:val="00962258"/>
    <w:rsid w:val="009678B7"/>
    <w:rsid w:val="00982411"/>
    <w:rsid w:val="00992D9C"/>
    <w:rsid w:val="00996CB8"/>
    <w:rsid w:val="009A7568"/>
    <w:rsid w:val="009B2E97"/>
    <w:rsid w:val="009B72CC"/>
    <w:rsid w:val="009C220C"/>
    <w:rsid w:val="009C3CDE"/>
    <w:rsid w:val="009C468D"/>
    <w:rsid w:val="009E07F4"/>
    <w:rsid w:val="009E11D5"/>
    <w:rsid w:val="009F1765"/>
    <w:rsid w:val="009F392E"/>
    <w:rsid w:val="00A2531B"/>
    <w:rsid w:val="00A44328"/>
    <w:rsid w:val="00A475DF"/>
    <w:rsid w:val="00A5250D"/>
    <w:rsid w:val="00A53B4B"/>
    <w:rsid w:val="00A53F62"/>
    <w:rsid w:val="00A6177B"/>
    <w:rsid w:val="00A66136"/>
    <w:rsid w:val="00AA4CBB"/>
    <w:rsid w:val="00AA5B69"/>
    <w:rsid w:val="00AA65FA"/>
    <w:rsid w:val="00AA7351"/>
    <w:rsid w:val="00AB415C"/>
    <w:rsid w:val="00AC1FAA"/>
    <w:rsid w:val="00AD056F"/>
    <w:rsid w:val="00AD6731"/>
    <w:rsid w:val="00AF677D"/>
    <w:rsid w:val="00B04563"/>
    <w:rsid w:val="00B15D0D"/>
    <w:rsid w:val="00B3097E"/>
    <w:rsid w:val="00B31120"/>
    <w:rsid w:val="00B34F0B"/>
    <w:rsid w:val="00B37C53"/>
    <w:rsid w:val="00B43CFA"/>
    <w:rsid w:val="00B45E34"/>
    <w:rsid w:val="00B45E9E"/>
    <w:rsid w:val="00B55F9C"/>
    <w:rsid w:val="00B75EE1"/>
    <w:rsid w:val="00B77481"/>
    <w:rsid w:val="00B8518B"/>
    <w:rsid w:val="00BB2267"/>
    <w:rsid w:val="00BB3740"/>
    <w:rsid w:val="00BD479E"/>
    <w:rsid w:val="00BD7E91"/>
    <w:rsid w:val="00BE5493"/>
    <w:rsid w:val="00BE778F"/>
    <w:rsid w:val="00BF2528"/>
    <w:rsid w:val="00BF374D"/>
    <w:rsid w:val="00BF44BE"/>
    <w:rsid w:val="00BF7F5E"/>
    <w:rsid w:val="00C02D0A"/>
    <w:rsid w:val="00C03A6E"/>
    <w:rsid w:val="00C1474C"/>
    <w:rsid w:val="00C2735E"/>
    <w:rsid w:val="00C30759"/>
    <w:rsid w:val="00C3523A"/>
    <w:rsid w:val="00C44F6A"/>
    <w:rsid w:val="00C76361"/>
    <w:rsid w:val="00C8207D"/>
    <w:rsid w:val="00C85C85"/>
    <w:rsid w:val="00C873F2"/>
    <w:rsid w:val="00CA04C1"/>
    <w:rsid w:val="00CD1FC4"/>
    <w:rsid w:val="00CE3013"/>
    <w:rsid w:val="00CE371D"/>
    <w:rsid w:val="00CF1834"/>
    <w:rsid w:val="00CF3763"/>
    <w:rsid w:val="00D01A29"/>
    <w:rsid w:val="00D02A4D"/>
    <w:rsid w:val="00D21061"/>
    <w:rsid w:val="00D229A5"/>
    <w:rsid w:val="00D26C6F"/>
    <w:rsid w:val="00D277B3"/>
    <w:rsid w:val="00D316A7"/>
    <w:rsid w:val="00D40510"/>
    <w:rsid w:val="00D4108E"/>
    <w:rsid w:val="00D415FF"/>
    <w:rsid w:val="00D50456"/>
    <w:rsid w:val="00D5646A"/>
    <w:rsid w:val="00D57BB0"/>
    <w:rsid w:val="00D6163D"/>
    <w:rsid w:val="00D61A4C"/>
    <w:rsid w:val="00D73A79"/>
    <w:rsid w:val="00D831A3"/>
    <w:rsid w:val="00D933CD"/>
    <w:rsid w:val="00DA6FFE"/>
    <w:rsid w:val="00DC1F25"/>
    <w:rsid w:val="00DC3110"/>
    <w:rsid w:val="00DC4D2E"/>
    <w:rsid w:val="00DD46F3"/>
    <w:rsid w:val="00DD58A6"/>
    <w:rsid w:val="00DE56F2"/>
    <w:rsid w:val="00DF079B"/>
    <w:rsid w:val="00DF116D"/>
    <w:rsid w:val="00DF3D9E"/>
    <w:rsid w:val="00DF4A3F"/>
    <w:rsid w:val="00E20CAD"/>
    <w:rsid w:val="00E6393A"/>
    <w:rsid w:val="00E742A0"/>
    <w:rsid w:val="00E824F1"/>
    <w:rsid w:val="00E908D5"/>
    <w:rsid w:val="00EB104F"/>
    <w:rsid w:val="00EB7A96"/>
    <w:rsid w:val="00EC795B"/>
    <w:rsid w:val="00ED14BD"/>
    <w:rsid w:val="00F002EF"/>
    <w:rsid w:val="00F01440"/>
    <w:rsid w:val="00F12DEC"/>
    <w:rsid w:val="00F1715C"/>
    <w:rsid w:val="00F2299C"/>
    <w:rsid w:val="00F310F8"/>
    <w:rsid w:val="00F3378D"/>
    <w:rsid w:val="00F35939"/>
    <w:rsid w:val="00F36525"/>
    <w:rsid w:val="00F4504D"/>
    <w:rsid w:val="00F45607"/>
    <w:rsid w:val="00F64786"/>
    <w:rsid w:val="00F659EB"/>
    <w:rsid w:val="00F70C85"/>
    <w:rsid w:val="00F862D6"/>
    <w:rsid w:val="00F86BA6"/>
    <w:rsid w:val="00FC6389"/>
    <w:rsid w:val="00FD2F51"/>
    <w:rsid w:val="00FD7623"/>
    <w:rsid w:val="00FF3C56"/>
    <w:rsid w:val="00FF4959"/>
    <w:rsid w:val="0130DF35"/>
    <w:rsid w:val="026CC277"/>
    <w:rsid w:val="02A8EB8B"/>
    <w:rsid w:val="02B9EA69"/>
    <w:rsid w:val="02BF966D"/>
    <w:rsid w:val="03748CE7"/>
    <w:rsid w:val="03868E75"/>
    <w:rsid w:val="040DCB6D"/>
    <w:rsid w:val="04528C66"/>
    <w:rsid w:val="065DA00E"/>
    <w:rsid w:val="076DB1CF"/>
    <w:rsid w:val="0798E01D"/>
    <w:rsid w:val="08C88592"/>
    <w:rsid w:val="09D62ABB"/>
    <w:rsid w:val="0A7D7C04"/>
    <w:rsid w:val="0C4E53B6"/>
    <w:rsid w:val="0DC671B2"/>
    <w:rsid w:val="0DF0F779"/>
    <w:rsid w:val="0F0C08B0"/>
    <w:rsid w:val="10F1876A"/>
    <w:rsid w:val="119E4C95"/>
    <w:rsid w:val="12168DD5"/>
    <w:rsid w:val="125F1DED"/>
    <w:rsid w:val="13A5E75F"/>
    <w:rsid w:val="13B3988C"/>
    <w:rsid w:val="13C8A142"/>
    <w:rsid w:val="14C721C2"/>
    <w:rsid w:val="15165F7A"/>
    <w:rsid w:val="163DBC98"/>
    <w:rsid w:val="168F3037"/>
    <w:rsid w:val="16B0BEB5"/>
    <w:rsid w:val="16BE6BE1"/>
    <w:rsid w:val="17C2A05E"/>
    <w:rsid w:val="184326F2"/>
    <w:rsid w:val="18856654"/>
    <w:rsid w:val="1A35627E"/>
    <w:rsid w:val="1C51220C"/>
    <w:rsid w:val="1D4458D9"/>
    <w:rsid w:val="1DE542A4"/>
    <w:rsid w:val="1E33984D"/>
    <w:rsid w:val="1E8C16AF"/>
    <w:rsid w:val="21183E59"/>
    <w:rsid w:val="21EEBA4E"/>
    <w:rsid w:val="220219BA"/>
    <w:rsid w:val="228B0A9A"/>
    <w:rsid w:val="243D56E1"/>
    <w:rsid w:val="246C73A2"/>
    <w:rsid w:val="25A5E680"/>
    <w:rsid w:val="26AC6504"/>
    <w:rsid w:val="28167C55"/>
    <w:rsid w:val="2959D993"/>
    <w:rsid w:val="2AF39786"/>
    <w:rsid w:val="2B9839F1"/>
    <w:rsid w:val="2BA0369B"/>
    <w:rsid w:val="2BE9DB69"/>
    <w:rsid w:val="2BFC0823"/>
    <w:rsid w:val="2D16AD83"/>
    <w:rsid w:val="2DF30C7A"/>
    <w:rsid w:val="2E5BFED6"/>
    <w:rsid w:val="306A6226"/>
    <w:rsid w:val="3109EA4D"/>
    <w:rsid w:val="312E0C0D"/>
    <w:rsid w:val="324B3696"/>
    <w:rsid w:val="324B89A9"/>
    <w:rsid w:val="333B3FC9"/>
    <w:rsid w:val="33CA248C"/>
    <w:rsid w:val="33CBC124"/>
    <w:rsid w:val="341A5C85"/>
    <w:rsid w:val="34BA90CF"/>
    <w:rsid w:val="34DD1D87"/>
    <w:rsid w:val="35818CEA"/>
    <w:rsid w:val="365EA4FA"/>
    <w:rsid w:val="3688F3CE"/>
    <w:rsid w:val="37EDE49B"/>
    <w:rsid w:val="397CA01C"/>
    <w:rsid w:val="3B86BF93"/>
    <w:rsid w:val="3BB26A7A"/>
    <w:rsid w:val="3C03602A"/>
    <w:rsid w:val="3C4187E9"/>
    <w:rsid w:val="3EDD45D6"/>
    <w:rsid w:val="3F5EDFA5"/>
    <w:rsid w:val="3FBBF292"/>
    <w:rsid w:val="3FFE20B4"/>
    <w:rsid w:val="405E2B66"/>
    <w:rsid w:val="407E18CE"/>
    <w:rsid w:val="42136724"/>
    <w:rsid w:val="4259CA85"/>
    <w:rsid w:val="431E5466"/>
    <w:rsid w:val="43B54377"/>
    <w:rsid w:val="44AB6725"/>
    <w:rsid w:val="44E0617F"/>
    <w:rsid w:val="4514561D"/>
    <w:rsid w:val="46993832"/>
    <w:rsid w:val="46F76BE3"/>
    <w:rsid w:val="46F7EE54"/>
    <w:rsid w:val="471711E0"/>
    <w:rsid w:val="47335C45"/>
    <w:rsid w:val="475B4851"/>
    <w:rsid w:val="48B742A5"/>
    <w:rsid w:val="4A239FBF"/>
    <w:rsid w:val="4D235873"/>
    <w:rsid w:val="4EB97110"/>
    <w:rsid w:val="5058120B"/>
    <w:rsid w:val="505A6A8D"/>
    <w:rsid w:val="512277A8"/>
    <w:rsid w:val="512776AB"/>
    <w:rsid w:val="519A4E8C"/>
    <w:rsid w:val="51BBE4F1"/>
    <w:rsid w:val="539D62C7"/>
    <w:rsid w:val="540A679A"/>
    <w:rsid w:val="54D3407A"/>
    <w:rsid w:val="55ED2483"/>
    <w:rsid w:val="568BF267"/>
    <w:rsid w:val="5694ACE0"/>
    <w:rsid w:val="5702E871"/>
    <w:rsid w:val="577DB4E3"/>
    <w:rsid w:val="58BE2026"/>
    <w:rsid w:val="59D30E95"/>
    <w:rsid w:val="5A9B5737"/>
    <w:rsid w:val="5DB1385E"/>
    <w:rsid w:val="5E6728BD"/>
    <w:rsid w:val="5E918437"/>
    <w:rsid w:val="5FCAD4BB"/>
    <w:rsid w:val="5FD14A6E"/>
    <w:rsid w:val="6091F004"/>
    <w:rsid w:val="62780BFC"/>
    <w:rsid w:val="63655931"/>
    <w:rsid w:val="6437A41F"/>
    <w:rsid w:val="6495F7B6"/>
    <w:rsid w:val="6498EC63"/>
    <w:rsid w:val="6518A607"/>
    <w:rsid w:val="68D3FE7D"/>
    <w:rsid w:val="696D850B"/>
    <w:rsid w:val="69BA1376"/>
    <w:rsid w:val="6BA80D4F"/>
    <w:rsid w:val="6CB48335"/>
    <w:rsid w:val="6E8558F2"/>
    <w:rsid w:val="6EAAA767"/>
    <w:rsid w:val="6FDC8323"/>
    <w:rsid w:val="71189FC2"/>
    <w:rsid w:val="7266D6C3"/>
    <w:rsid w:val="72B29BC7"/>
    <w:rsid w:val="72BC0CE5"/>
    <w:rsid w:val="72BE45C6"/>
    <w:rsid w:val="72DB9CC8"/>
    <w:rsid w:val="73825388"/>
    <w:rsid w:val="74055596"/>
    <w:rsid w:val="74F1F168"/>
    <w:rsid w:val="75AF2F42"/>
    <w:rsid w:val="76425C89"/>
    <w:rsid w:val="76C6B227"/>
    <w:rsid w:val="770104DD"/>
    <w:rsid w:val="7777F9AF"/>
    <w:rsid w:val="77CE61C5"/>
    <w:rsid w:val="79A623A5"/>
    <w:rsid w:val="7B28F7E8"/>
    <w:rsid w:val="7B55F33F"/>
    <w:rsid w:val="7C307383"/>
    <w:rsid w:val="7C4FD50F"/>
    <w:rsid w:val="7C9C0090"/>
    <w:rsid w:val="7D2652D2"/>
    <w:rsid w:val="7EEA33F8"/>
    <w:rsid w:val="7F07C0DC"/>
    <w:rsid w:val="7F722F00"/>
    <w:rsid w:val="7F99910F"/>
    <w:rsid w:val="7FB4E41A"/>
    <w:rsid w:val="7FC692C3"/>
    <w:rsid w:val="7FCE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71C38"/>
  <w14:defaultImageDpi w14:val="32767"/>
  <w15:docId w15:val="{D067E5B4-F312-4CBC-8413-B99B40429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D229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229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229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29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29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77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7F4AD873B704BAC6458ADAE763819" ma:contentTypeVersion="16" ma:contentTypeDescription="Vytvoří nový dokument" ma:contentTypeScope="" ma:versionID="3af0b9d34fd34ee1c54e2ac0843d898a">
  <xsd:schema xmlns:xsd="http://www.w3.org/2001/XMLSchema" xmlns:xs="http://www.w3.org/2001/XMLSchema" xmlns:p="http://schemas.microsoft.com/office/2006/metadata/properties" xmlns:ns2="d29a9001-26a0-4eed-8aa8-791fdd78a52f" xmlns:ns3="e0b0e4b3-a594-4ff4-855e-e7bc464ff8c3" targetNamespace="http://schemas.microsoft.com/office/2006/metadata/properties" ma:root="true" ma:fieldsID="a4538f12674d95612ad58e47dba9bdc8" ns2:_="" ns3:_="">
    <xsd:import namespace="d29a9001-26a0-4eed-8aa8-791fdd78a52f"/>
    <xsd:import namespace="e0b0e4b3-a594-4ff4-855e-e7bc464ff8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9a9001-26a0-4eed-8aa8-791fdd78a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b0e4b3-a594-4ff4-855e-e7bc464ff8c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35fef0e3-e86f-4840-b947-ff95debc48e0}" ma:internalName="TaxCatchAll" ma:showField="CatchAllData" ma:web="e0b0e4b3-a594-4ff4-855e-e7bc464ff8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Flow_SignoffStatus xmlns="d29a9001-26a0-4eed-8aa8-791fdd78a52f" xsi:nil="true"/>
    <TaxCatchAll xmlns="e0b0e4b3-a594-4ff4-855e-e7bc464ff8c3" xsi:nil="true"/>
    <lcf76f155ced4ddcb4097134ff3c332f xmlns="d29a9001-26a0-4eed-8aa8-791fdd78a52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2EE4CD-486F-47B6-9123-D2CB7ABB7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d29a9001-26a0-4eed-8aa8-791fdd78a52f"/>
    <ds:schemaRef ds:uri="e0b0e4b3-a594-4ff4-855e-e7bc464ff8c3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174183-1E5A-4AD1-8E4E-BD41467D1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sprava-zeleznic-osb_administrativni-dopis_v10_SABLONA.dotx</Template>
  <TotalTime>11</TotalTime>
  <Pages>1</Pages>
  <Words>356</Words>
  <Characters>2104</Characters>
  <Application>Microsoft Office Word</Application>
  <DocSecurity>0</DocSecurity>
  <Lines>17</Lines>
  <Paragraphs>4</Paragraphs>
  <ScaleCrop>false</ScaleCrop>
  <Company>Správa železnic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Röschl Jiří, Ing.</cp:lastModifiedBy>
  <cp:revision>37</cp:revision>
  <cp:lastPrinted>2018-07-31T10:21:00Z</cp:lastPrinted>
  <dcterms:created xsi:type="dcterms:W3CDTF">2024-09-09T08:46:00Z</dcterms:created>
  <dcterms:modified xsi:type="dcterms:W3CDTF">2024-12-05T18:58:00Z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0x010100B5B7F4AD873B704BAC6458ADAE763819</vt:lpwstr>
  </property>
  <property fmtid="{D5CDD505-2E9C-101B-9397-08002B2CF9AE}" pid="3" name="MediaServiceImageTags">
    <vt:lpwstr/>
  </property>
</Properties>
</file>