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E7CB9" w14:textId="77777777" w:rsidR="00644CFA" w:rsidRDefault="00DC4D2E" w:rsidP="00644CFA">
      <w:pPr>
        <w:pStyle w:val="Nadpis1"/>
        <w:jc w:val="center"/>
      </w:pPr>
      <w:r w:rsidRPr="00DC4D2E">
        <w:t>Technická zpráva</w:t>
      </w:r>
    </w:p>
    <w:tbl>
      <w:tblPr>
        <w:tblW w:w="8748" w:type="dxa"/>
        <w:jc w:val="center"/>
        <w:tblCellSpacing w:w="30" w:type="dxa"/>
        <w:tblBorders>
          <w:top w:val="single" w:sz="2" w:space="0" w:color="F2F2F2" w:themeColor="background1" w:themeShade="F2"/>
          <w:left w:val="single" w:sz="2" w:space="0" w:color="F2F2F2" w:themeColor="background1" w:themeShade="F2"/>
          <w:bottom w:val="single" w:sz="2" w:space="0" w:color="F2F2F2" w:themeColor="background1" w:themeShade="F2"/>
          <w:right w:val="single" w:sz="2" w:space="0" w:color="F2F2F2" w:themeColor="background1" w:themeShade="F2"/>
          <w:insideH w:val="single" w:sz="2" w:space="0" w:color="F2F2F2" w:themeColor="background1" w:themeShade="F2"/>
          <w:insideV w:val="single" w:sz="2" w:space="0" w:color="F2F2F2" w:themeColor="background1" w:themeShade="F2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9"/>
        <w:gridCol w:w="3512"/>
        <w:gridCol w:w="3127"/>
      </w:tblGrid>
      <w:tr w:rsidR="0073797F" w:rsidRPr="0073797F" w14:paraId="6A04BC63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0F6D1D8B" w14:textId="77777777" w:rsidR="00F2299C" w:rsidRPr="0073797F" w:rsidRDefault="00F2299C" w:rsidP="13B3438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  <w:t>Objednatel:</w:t>
            </w:r>
          </w:p>
          <w:p w14:paraId="68131192" w14:textId="77777777" w:rsidR="00F2299C" w:rsidRPr="0073797F" w:rsidRDefault="00F2299C" w:rsidP="13B3438A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  <w:p w14:paraId="63D24A4D" w14:textId="3E95F118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i/>
                <w:iCs/>
                <w:lang w:eastAsia="cs-CZ"/>
              </w:rPr>
              <w:t>Sídlo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1604285" w14:textId="6CC4610E" w:rsidR="00F2299C" w:rsidRPr="0073797F" w:rsidRDefault="7678A13F" w:rsidP="13B3438A">
            <w:pPr>
              <w:spacing w:after="0" w:line="240" w:lineRule="auto"/>
            </w:pPr>
            <w:r w:rsidRPr="13B3438A">
              <w:rPr>
                <w:rFonts w:eastAsia="Times New Roman" w:cs="Arial"/>
                <w:i/>
                <w:iCs/>
                <w:highlight w:val="yellow"/>
                <w:lang w:eastAsia="cs-CZ"/>
              </w:rPr>
              <w:t>NÁZEV FIRMY (organizační jednotky v případě SŽ)</w:t>
            </w:r>
          </w:p>
          <w:p w14:paraId="6DE2935B" w14:textId="38CEE3D2" w:rsidR="00F2299C" w:rsidRPr="0073797F" w:rsidRDefault="7678A13F" w:rsidP="13B3438A">
            <w:pPr>
              <w:spacing w:after="0" w:line="240" w:lineRule="auto"/>
            </w:pPr>
            <w:r w:rsidRPr="13B3438A">
              <w:rPr>
                <w:rFonts w:eastAsia="Times New Roman" w:cs="Arial"/>
                <w:i/>
                <w:iCs/>
                <w:highlight w:val="yellow"/>
                <w:lang w:eastAsia="cs-CZ"/>
              </w:rPr>
              <w:t>Adresa dodavatele</w:t>
            </w:r>
          </w:p>
          <w:p w14:paraId="15795028" w14:textId="183E9A92" w:rsidR="00F2299C" w:rsidRPr="0073797F" w:rsidRDefault="00F2299C" w:rsidP="13B3438A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highlight w:val="cyan"/>
                <w:lang w:eastAsia="cs-CZ"/>
              </w:rPr>
            </w:pPr>
          </w:p>
        </w:tc>
      </w:tr>
      <w:tr w:rsidR="0073797F" w:rsidRPr="0073797F" w14:paraId="5DE9DF1B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598CE00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7223AE7D" w14:textId="77777777" w:rsidR="00F2299C" w:rsidRPr="0073797F" w:rsidRDefault="00F2299C" w:rsidP="00F2299C">
            <w:pPr>
              <w:spacing w:after="0" w:line="240" w:lineRule="auto"/>
              <w:rPr>
                <w:rFonts w:asciiTheme="majorHAnsi" w:hAnsiTheme="majorHAnsi" w:cs="Arial"/>
                <w:i/>
                <w:iCs/>
                <w:highlight w:val="yellow"/>
              </w:rPr>
            </w:pPr>
          </w:p>
        </w:tc>
      </w:tr>
      <w:tr w:rsidR="0073797F" w:rsidRPr="0073797F" w14:paraId="6A5F9814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C6013EF" w14:textId="77777777" w:rsidR="00F2299C" w:rsidRPr="0073797F" w:rsidRDefault="00F2299C" w:rsidP="13B3438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  <w:t>Dodavatel:</w:t>
            </w:r>
          </w:p>
          <w:p w14:paraId="3CE99EC7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  <w:p w14:paraId="52A81AD0" w14:textId="697D01F2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i/>
                <w:iCs/>
                <w:lang w:eastAsia="cs-CZ"/>
              </w:rPr>
              <w:t>Sídlo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0C2E846E" w14:textId="19E24DD6" w:rsidR="24094B5A" w:rsidRDefault="24094B5A" w:rsidP="13B3438A">
            <w:pPr>
              <w:spacing w:after="0" w:line="240" w:lineRule="auto"/>
            </w:pPr>
            <w:r w:rsidRPr="13B3438A">
              <w:rPr>
                <w:rFonts w:eastAsia="Times New Roman" w:cs="Arial"/>
                <w:i/>
                <w:iCs/>
                <w:highlight w:val="yellow"/>
                <w:lang w:eastAsia="cs-CZ"/>
              </w:rPr>
              <w:t>NÁZEV FIRMY</w:t>
            </w:r>
          </w:p>
          <w:p w14:paraId="2CF1A07C" w14:textId="38CEE3D2" w:rsidR="24094B5A" w:rsidRDefault="24094B5A" w:rsidP="13B3438A">
            <w:pPr>
              <w:spacing w:after="0" w:line="240" w:lineRule="auto"/>
            </w:pPr>
            <w:r w:rsidRPr="13B3438A">
              <w:rPr>
                <w:rFonts w:eastAsia="Times New Roman" w:cs="Arial"/>
                <w:i/>
                <w:iCs/>
                <w:highlight w:val="yellow"/>
                <w:lang w:eastAsia="cs-CZ"/>
              </w:rPr>
              <w:t>Adresa dodavatele</w:t>
            </w:r>
          </w:p>
          <w:p w14:paraId="161979BA" w14:textId="6886C881" w:rsidR="00BF7F5E" w:rsidRPr="0073797F" w:rsidRDefault="00BF7F5E" w:rsidP="00F2299C">
            <w:pPr>
              <w:spacing w:after="0" w:line="240" w:lineRule="auto"/>
              <w:rPr>
                <w:rFonts w:asciiTheme="majorHAnsi" w:hAnsiTheme="majorHAnsi" w:cs="Arial"/>
                <w:i/>
                <w:iCs/>
                <w:highlight w:val="yellow"/>
              </w:rPr>
            </w:pPr>
          </w:p>
        </w:tc>
      </w:tr>
      <w:tr w:rsidR="0073797F" w:rsidRPr="0073797F" w14:paraId="00034F4E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05A2A5A" w14:textId="41B8660A" w:rsidR="00F2299C" w:rsidRPr="0073797F" w:rsidRDefault="00470E65" w:rsidP="00F2299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470E65">
              <w:rPr>
                <w:rFonts w:asciiTheme="majorHAnsi" w:eastAsia="Times New Roman" w:hAnsiTheme="majorHAnsi" w:cs="Arial"/>
                <w:i/>
                <w:iCs/>
                <w:lang w:eastAsia="cs-CZ"/>
              </w:rPr>
              <w:t>Seznam subdodavatelů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29C16B3C" w14:textId="7BA4FCAD" w:rsidR="00F2299C" w:rsidRPr="0073797F" w:rsidRDefault="3CB671B1" w:rsidP="13B3438A">
            <w:pPr>
              <w:spacing w:after="0" w:line="240" w:lineRule="auto"/>
            </w:pPr>
            <w:r w:rsidRPr="13B3438A">
              <w:rPr>
                <w:rFonts w:eastAsia="Times New Roman" w:cs="Arial"/>
                <w:i/>
                <w:iCs/>
                <w:highlight w:val="yellow"/>
                <w:lang w:eastAsia="cs-CZ"/>
              </w:rPr>
              <w:t>NÁZEV FIRMY, adresa dodavatele</w:t>
            </w:r>
          </w:p>
          <w:p w14:paraId="2B60679E" w14:textId="7BA4FCAD" w:rsidR="00F2299C" w:rsidRPr="0073797F" w:rsidRDefault="3CB671B1" w:rsidP="13B3438A">
            <w:pPr>
              <w:spacing w:after="0" w:line="240" w:lineRule="auto"/>
            </w:pPr>
            <w:r w:rsidRPr="13B3438A">
              <w:rPr>
                <w:rFonts w:eastAsia="Times New Roman" w:cs="Arial"/>
                <w:i/>
                <w:iCs/>
                <w:highlight w:val="yellow"/>
                <w:lang w:eastAsia="cs-CZ"/>
              </w:rPr>
              <w:t>NÁZEV FIRMY, adresa dodavatele</w:t>
            </w:r>
          </w:p>
          <w:p w14:paraId="4E17BEE6" w14:textId="4955F226" w:rsidR="00F2299C" w:rsidRPr="0073797F" w:rsidRDefault="00F2299C" w:rsidP="13B3438A">
            <w:pPr>
              <w:spacing w:after="0" w:line="240" w:lineRule="auto"/>
              <w:rPr>
                <w:rFonts w:asciiTheme="majorHAnsi" w:hAnsiTheme="majorHAnsi" w:cs="Arial"/>
                <w:b/>
                <w:bCs/>
                <w:highlight w:val="yellow"/>
              </w:rPr>
            </w:pPr>
          </w:p>
        </w:tc>
      </w:tr>
      <w:tr w:rsidR="0073797F" w:rsidRPr="0073797F" w14:paraId="67C45881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BF65408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3402BAC8" w14:textId="77777777" w:rsidR="00F2299C" w:rsidRPr="0073797F" w:rsidRDefault="00F2299C" w:rsidP="00F2299C">
            <w:pPr>
              <w:spacing w:after="0" w:line="240" w:lineRule="auto"/>
              <w:rPr>
                <w:rFonts w:asciiTheme="majorHAnsi" w:hAnsiTheme="majorHAnsi" w:cs="Arial"/>
                <w:b/>
                <w:highlight w:val="yellow"/>
              </w:rPr>
            </w:pPr>
          </w:p>
        </w:tc>
      </w:tr>
      <w:tr w:rsidR="00470E65" w:rsidRPr="0073797F" w14:paraId="7C619F4C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71223E5" w14:textId="77777777" w:rsidR="00470E65" w:rsidRPr="0073797F" w:rsidRDefault="00470E65" w:rsidP="00F2299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DF7F43E" w14:textId="77777777" w:rsidR="00470E65" w:rsidRPr="0073797F" w:rsidRDefault="00470E65" w:rsidP="00F2299C">
            <w:pPr>
              <w:spacing w:after="0" w:line="240" w:lineRule="auto"/>
              <w:rPr>
                <w:rFonts w:asciiTheme="majorHAnsi" w:hAnsiTheme="majorHAnsi" w:cs="Arial"/>
                <w:b/>
                <w:highlight w:val="yellow"/>
              </w:rPr>
            </w:pPr>
          </w:p>
        </w:tc>
      </w:tr>
      <w:tr w:rsidR="0073797F" w:rsidRPr="0073797F" w14:paraId="386909F9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9405BBF" w14:textId="77777777" w:rsidR="00F2299C" w:rsidRPr="0073797F" w:rsidRDefault="00F2299C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9D62AB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5B6E7AC7" w14:textId="0F88EA81" w:rsidR="00F2299C" w:rsidRPr="0073797F" w:rsidRDefault="00F2299C" w:rsidP="00F2299C">
            <w:pPr>
              <w:spacing w:after="0" w:line="240" w:lineRule="auto"/>
              <w:rPr>
                <w:rFonts w:cs="Arial"/>
                <w:b/>
                <w:bCs/>
                <w:caps/>
                <w:highlight w:val="yellow"/>
              </w:rPr>
            </w:pPr>
            <w:r w:rsidRPr="0073797F">
              <w:rPr>
                <w:rFonts w:cs="Arial"/>
                <w:b/>
                <w:bCs/>
                <w:highlight w:val="yellow"/>
              </w:rPr>
              <w:t>Název stavby/zakázky</w:t>
            </w:r>
          </w:p>
        </w:tc>
      </w:tr>
      <w:tr w:rsidR="0073797F" w:rsidRPr="0073797F" w14:paraId="2D1102F5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6D7E033" w14:textId="674210C6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9D62AB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Smlouva/objednávka/číslo zakázky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2C0E4A9" w14:textId="389F4F7B" w:rsidR="00D73A79" w:rsidRPr="0073797F" w:rsidRDefault="6D667F4B" w:rsidP="13B3438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b/>
                <w:bCs/>
                <w:color w:val="FF0000"/>
                <w:highlight w:val="yellow"/>
                <w:lang w:eastAsia="cs-CZ"/>
              </w:rPr>
              <w:t>X</w:t>
            </w:r>
            <w:r w:rsidR="00CD3FF3">
              <w:rPr>
                <w:rFonts w:asciiTheme="majorHAnsi" w:eastAsia="Times New Roman" w:hAnsiTheme="majorHAnsi" w:cs="Arial"/>
                <w:b/>
                <w:bCs/>
                <w:color w:val="FF0000"/>
                <w:highlight w:val="yellow"/>
                <w:lang w:eastAsia="cs-CZ"/>
              </w:rPr>
              <w:t>X</w:t>
            </w:r>
            <w:r w:rsidRPr="13B3438A">
              <w:rPr>
                <w:rFonts w:asciiTheme="majorHAnsi" w:eastAsia="Times New Roman" w:hAnsiTheme="majorHAnsi" w:cs="Arial"/>
                <w:b/>
                <w:bCs/>
                <w:color w:val="FF0000"/>
                <w:highlight w:val="yellow"/>
                <w:lang w:eastAsia="cs-CZ"/>
              </w:rPr>
              <w:t>XXXXXXXXXX</w:t>
            </w:r>
          </w:p>
        </w:tc>
      </w:tr>
      <w:tr w:rsidR="0073797F" w:rsidRPr="0073797F" w14:paraId="3DAA02E8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3B12CD1F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5B53ECA3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6F94E5C0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8B68A4A" w14:textId="0A4CC7D8" w:rsidR="00D73A79" w:rsidRPr="0073797F" w:rsidRDefault="00D73A79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a účel zakázky: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D6F3D71" w14:textId="38F45EC4" w:rsidR="00D73A79" w:rsidRPr="0073797F" w:rsidRDefault="05F5EF46" w:rsidP="13B3438A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Základní předmět + upřesnění</w:t>
            </w:r>
          </w:p>
        </w:tc>
      </w:tr>
      <w:tr w:rsidR="0073797F" w:rsidRPr="0073797F" w14:paraId="438C4343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316C975F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3452" w:type="dxa"/>
            <w:shd w:val="clear" w:color="auto" w:fill="FFFFFF" w:themeFill="background1"/>
          </w:tcPr>
          <w:p w14:paraId="2DF7DC4C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  <w:tc>
          <w:tcPr>
            <w:tcW w:w="3037" w:type="dxa"/>
            <w:shd w:val="clear" w:color="auto" w:fill="FFFFFF" w:themeFill="background1"/>
          </w:tcPr>
          <w:p w14:paraId="18CB1FB6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b/>
                <w:bCs/>
                <w:highlight w:val="yellow"/>
                <w:lang w:eastAsia="cs-CZ"/>
              </w:rPr>
            </w:pPr>
          </w:p>
        </w:tc>
      </w:tr>
      <w:tr w:rsidR="0073797F" w:rsidRPr="0073797F" w14:paraId="76AD1CC7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864D045" w14:textId="1B11D97B" w:rsidR="00BF7F5E" w:rsidRPr="0073797F" w:rsidRDefault="00BF7F5E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Údaje o lokalitě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69ADFFCD" w14:textId="44AA7850" w:rsidR="00BF7F5E" w:rsidRPr="0073797F" w:rsidRDefault="00BF7F5E" w:rsidP="00BF7F5E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 xml:space="preserve">TÚ – </w:t>
            </w:r>
            <w:r w:rsidR="761158CC" w:rsidRPr="13B3438A">
              <w:rPr>
                <w:rFonts w:eastAsia="Times New Roman" w:cs="Arial"/>
                <w:color w:val="FF0000"/>
                <w:highlight w:val="yellow"/>
                <w:lang w:eastAsia="cs-CZ"/>
              </w:rPr>
              <w:t>TTTT</w:t>
            </w:r>
          </w:p>
          <w:p w14:paraId="21B6A38D" w14:textId="3319F246" w:rsidR="00BF7F5E" w:rsidRPr="0073797F" w:rsidRDefault="00BF7F5E" w:rsidP="220219BA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Km</w:t>
            </w:r>
            <w:r w:rsidR="26150D8E" w:rsidRPr="13B3438A">
              <w:rPr>
                <w:rFonts w:eastAsia="Times New Roman" w:cs="Arial"/>
                <w:highlight w:val="yellow"/>
                <w:lang w:eastAsia="cs-CZ"/>
              </w:rPr>
              <w:t xml:space="preserve"> – </w:t>
            </w:r>
            <w:r w:rsidR="26150D8E" w:rsidRPr="13B3438A">
              <w:rPr>
                <w:rFonts w:eastAsia="Times New Roman" w:cs="Arial"/>
                <w:color w:val="FF0000"/>
                <w:highlight w:val="yellow"/>
                <w:lang w:eastAsia="cs-CZ"/>
              </w:rPr>
              <w:t>XXX,XXX</w:t>
            </w:r>
            <w:r w:rsidRPr="13B3438A">
              <w:rPr>
                <w:rFonts w:eastAsia="Times New Roman" w:cs="Arial"/>
                <w:color w:val="FF0000"/>
                <w:highlight w:val="yellow"/>
                <w:lang w:eastAsia="cs-CZ"/>
              </w:rPr>
              <w:t xml:space="preserve"> – </w:t>
            </w:r>
            <w:r w:rsidR="321217B3" w:rsidRPr="13B3438A">
              <w:rPr>
                <w:rFonts w:eastAsia="Times New Roman" w:cs="Arial"/>
                <w:color w:val="FF0000"/>
                <w:highlight w:val="yellow"/>
                <w:lang w:eastAsia="cs-CZ"/>
              </w:rPr>
              <w:t>XXX</w:t>
            </w:r>
            <w:r w:rsidRPr="13B3438A">
              <w:rPr>
                <w:rFonts w:eastAsia="Times New Roman" w:cs="Arial"/>
                <w:color w:val="FF0000"/>
                <w:highlight w:val="yellow"/>
                <w:lang w:eastAsia="cs-CZ"/>
              </w:rPr>
              <w:t>,</w:t>
            </w:r>
            <w:r w:rsidR="5EB410DF" w:rsidRPr="13B3438A">
              <w:rPr>
                <w:rFonts w:eastAsia="Times New Roman" w:cs="Arial"/>
                <w:color w:val="FF0000"/>
                <w:highlight w:val="yellow"/>
                <w:lang w:eastAsia="cs-CZ"/>
              </w:rPr>
              <w:t>XXX</w:t>
            </w:r>
          </w:p>
        </w:tc>
      </w:tr>
      <w:tr w:rsidR="0073797F" w:rsidRPr="0073797F" w14:paraId="473ABD77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F9A5D67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3452" w:type="dxa"/>
            <w:shd w:val="clear" w:color="auto" w:fill="FFFFFF" w:themeFill="background1"/>
          </w:tcPr>
          <w:p w14:paraId="6FFE06DE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  <w:tc>
          <w:tcPr>
            <w:tcW w:w="3037" w:type="dxa"/>
            <w:shd w:val="clear" w:color="auto" w:fill="FFFFFF" w:themeFill="background1"/>
          </w:tcPr>
          <w:p w14:paraId="7F5A534D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b/>
                <w:bCs/>
                <w:highlight w:val="yellow"/>
                <w:lang w:eastAsia="cs-CZ"/>
              </w:rPr>
            </w:pPr>
          </w:p>
        </w:tc>
      </w:tr>
      <w:tr w:rsidR="0073797F" w:rsidRPr="0073797F" w14:paraId="26E0CFB8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6BC5671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745DA965" w14:textId="7BA0104E" w:rsidR="00BF7F5E" w:rsidRDefault="00BF7F5E" w:rsidP="13B3438A">
            <w:pPr>
              <w:spacing w:after="0" w:line="240" w:lineRule="auto"/>
              <w:rPr>
                <w:rFonts w:eastAsia="Times New Roman" w:cs="Arial"/>
                <w:highlight w:val="cyan"/>
                <w:lang w:eastAsia="cs-CZ"/>
              </w:rPr>
            </w:pPr>
            <w:r w:rsidRPr="13B3438A">
              <w:rPr>
                <w:rFonts w:eastAsia="Times New Roman" w:cs="Arial"/>
                <w:highlight w:val="cyan"/>
                <w:lang w:eastAsia="cs-CZ"/>
              </w:rPr>
              <w:t>Zákon č. 200/1994 Sb., Vyhl. ČÚZK č.31/1995 Sb., </w:t>
            </w:r>
            <w:r w:rsidR="000B7809" w:rsidRPr="13B3438A">
              <w:rPr>
                <w:rFonts w:eastAsia="Times New Roman" w:cs="Arial"/>
                <w:highlight w:val="cyan"/>
                <w:lang w:eastAsia="cs-CZ"/>
              </w:rPr>
              <w:t>nařízení vlády č. 159/2023 Sb.,</w:t>
            </w:r>
          </w:p>
          <w:p w14:paraId="6808AC62" w14:textId="50986EE6" w:rsidR="48D79D31" w:rsidRDefault="48D79D31" w:rsidP="13B3438A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Další související legislativa</w:t>
            </w:r>
          </w:p>
          <w:p w14:paraId="72EDF67D" w14:textId="28D30D7B" w:rsidR="48D79D31" w:rsidRDefault="48D79D31" w:rsidP="13B3438A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Vnitřní předpisy</w:t>
            </w:r>
            <w:r w:rsidRPr="13B3438A">
              <w:rPr>
                <w:rFonts w:eastAsia="Times New Roman" w:cs="Arial"/>
                <w:highlight w:val="cyan"/>
                <w:lang w:eastAsia="cs-CZ"/>
              </w:rPr>
              <w:t xml:space="preserve"> </w:t>
            </w:r>
          </w:p>
          <w:p w14:paraId="03BECFCA" w14:textId="5795772D" w:rsidR="48D79D31" w:rsidRDefault="48D79D31" w:rsidP="13B3438A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Technické normy</w:t>
            </w:r>
          </w:p>
          <w:p w14:paraId="7FA98F06" w14:textId="600EFE60" w:rsidR="00D73A79" w:rsidRPr="0073797F" w:rsidRDefault="00D73A79" w:rsidP="000B780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09D62ABB">
              <w:rPr>
                <w:rFonts w:eastAsia="Times New Roman" w:cs="Arial"/>
                <w:highlight w:val="cyan"/>
                <w:lang w:eastAsia="cs-CZ"/>
              </w:rPr>
              <w:t>Vše v platném znění.</w:t>
            </w:r>
          </w:p>
        </w:tc>
      </w:tr>
      <w:tr w:rsidR="0073797F" w:rsidRPr="0073797F" w14:paraId="58E485F9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4F1B78A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181AD831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12284F84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98D871C" w14:textId="126B1A11" w:rsidR="00D73A79" w:rsidRPr="0073797F" w:rsidRDefault="000B7809" w:rsidP="13B3438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Vstupní</w:t>
            </w:r>
            <w:r w:rsidR="00D73A79" w:rsidRPr="13B3438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podklady: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9447424" w14:textId="6E3EAA01" w:rsidR="00D73A79" w:rsidRPr="0073797F" w:rsidRDefault="74218A54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vstupní podklady a související dokumentac</w:t>
            </w:r>
            <w:r w:rsidR="5A4050C4" w:rsidRPr="13B3438A">
              <w:rPr>
                <w:rFonts w:eastAsia="Times New Roman" w:cs="Arial"/>
                <w:highlight w:val="yellow"/>
                <w:lang w:eastAsia="cs-CZ"/>
              </w:rPr>
              <w:t>e</w:t>
            </w:r>
            <w:r w:rsidRPr="13B3438A">
              <w:rPr>
                <w:rFonts w:eastAsia="Times New Roman" w:cs="Arial"/>
                <w:highlight w:val="yellow"/>
                <w:lang w:eastAsia="cs-CZ"/>
              </w:rPr>
              <w:t xml:space="preserve"> (včetně DTM, DTMŽ, pasportů a systémů)</w:t>
            </w:r>
          </w:p>
        </w:tc>
      </w:tr>
      <w:tr w:rsidR="0073797F" w:rsidRPr="0073797F" w14:paraId="7E95BFB0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2EC4C84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7E4029EF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7CA86BCB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F7F248A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BA994B4" w14:textId="3586D70A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cyan"/>
                <w:lang w:eastAsia="cs-CZ"/>
              </w:rPr>
            </w:pPr>
            <w:r w:rsidRPr="09D62ABB">
              <w:rPr>
                <w:rFonts w:eastAsia="Times New Roman" w:cs="Arial"/>
                <w:highlight w:val="cyan"/>
                <w:lang w:eastAsia="cs-CZ"/>
              </w:rPr>
              <w:t>S-JTSK</w:t>
            </w:r>
          </w:p>
          <w:p w14:paraId="593FB8FB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5F181E38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43C3930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1FA38453" w14:textId="5E102A39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09D62ABB">
              <w:rPr>
                <w:rFonts w:eastAsia="Times New Roman" w:cs="Arial"/>
                <w:highlight w:val="cyan"/>
                <w:lang w:eastAsia="cs-CZ"/>
              </w:rPr>
              <w:t>Bpv</w:t>
            </w:r>
          </w:p>
        </w:tc>
      </w:tr>
      <w:tr w:rsidR="0073797F" w:rsidRPr="0073797F" w14:paraId="6A27348F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3B4C41C8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bookmarkStart w:id="0" w:name="_Hlk69812601"/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6B9910D2" w14:textId="56DE4D22" w:rsidR="00D73A79" w:rsidRPr="0073797F" w:rsidRDefault="00D73A79" w:rsidP="13B3438A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Pro zaměření bylo použito</w:t>
            </w:r>
            <w:r w:rsidR="000B7809" w:rsidRPr="13B3438A">
              <w:rPr>
                <w:rFonts w:eastAsia="Times New Roman" w:cs="Arial"/>
                <w:highlight w:val="yellow"/>
                <w:lang w:eastAsia="cs-CZ"/>
              </w:rPr>
              <w:t xml:space="preserve"> železniční</w:t>
            </w:r>
            <w:r w:rsidRPr="13B3438A">
              <w:rPr>
                <w:rFonts w:eastAsia="Times New Roman" w:cs="Arial"/>
                <w:highlight w:val="yellow"/>
                <w:lang w:eastAsia="cs-CZ"/>
              </w:rPr>
              <w:t xml:space="preserve"> bodové pole</w:t>
            </w:r>
            <w:r w:rsidR="76CE0364" w:rsidRPr="13B3438A">
              <w:rPr>
                <w:rFonts w:eastAsia="Times New Roman" w:cs="Arial"/>
                <w:highlight w:val="yellow"/>
                <w:lang w:eastAsia="cs-CZ"/>
              </w:rPr>
              <w:t>/zajišťovací značky</w:t>
            </w:r>
            <w:r w:rsidRPr="13B3438A">
              <w:rPr>
                <w:rFonts w:eastAsia="Times New Roman" w:cs="Arial"/>
                <w:highlight w:val="yellow"/>
                <w:lang w:eastAsia="cs-CZ"/>
              </w:rPr>
              <w:t xml:space="preserve"> </w:t>
            </w:r>
            <w:r w:rsidR="000B7809" w:rsidRPr="13B3438A">
              <w:rPr>
                <w:rFonts w:eastAsia="Times New Roman" w:cs="Arial"/>
                <w:highlight w:val="yellow"/>
                <w:lang w:eastAsia="cs-CZ"/>
              </w:rPr>
              <w:t>poskytnuté SŽG</w:t>
            </w:r>
            <w:r w:rsidR="39A24D3B" w:rsidRPr="13B3438A">
              <w:rPr>
                <w:rFonts w:eastAsia="Times New Roman" w:cs="Arial"/>
                <w:highlight w:val="yellow"/>
                <w:lang w:eastAsia="cs-CZ"/>
              </w:rPr>
              <w:t xml:space="preserve"> v rozsahu: ...</w:t>
            </w:r>
          </w:p>
        </w:tc>
      </w:tr>
      <w:bookmarkEnd w:id="0"/>
      <w:tr w:rsidR="0073797F" w:rsidRPr="0073797F" w14:paraId="343F8E27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62268DF" w14:textId="7E3B8FFF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Přesnost dat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411DEDFB" w14:textId="78963049" w:rsidR="00281C32" w:rsidRPr="0073797F" w:rsidRDefault="4AAF92FE" w:rsidP="13B3438A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Doplňuje se kritérium přesnosti </w:t>
            </w:r>
            <w:r w:rsidR="6A66E556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podle souvisejícího předpisu nebo technické normy nebo jiná </w:t>
            </w:r>
            <w:r w:rsidR="29EA8D49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charakteristika přesnosti</w:t>
            </w:r>
          </w:p>
        </w:tc>
      </w:tr>
      <w:tr w:rsidR="0073797F" w:rsidRPr="0073797F" w14:paraId="0EE85F5A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3F7EE18" w14:textId="5A553875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975FFF0" w14:textId="2367A5ED" w:rsidR="00281C32" w:rsidRPr="0073797F" w:rsidRDefault="00281C32" w:rsidP="00281C32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421029E6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E6DE6A6" w14:textId="3A1B107B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přístroje: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43286AFD" w14:textId="6073BA30" w:rsidR="00281C32" w:rsidRPr="0073797F" w:rsidRDefault="4157FDD9" w:rsidP="13B3438A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Totální stanice (výrobce, typ, výrobní číslo)</w:t>
            </w:r>
          </w:p>
          <w:p w14:paraId="7865D3A2" w14:textId="52E09FE2" w:rsidR="00281C32" w:rsidRPr="0073797F" w:rsidRDefault="4157FDD9" w:rsidP="13B3438A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Aparatura GNSS (výrobce, typ, výrobní číslo)</w:t>
            </w:r>
          </w:p>
          <w:p w14:paraId="50FE5F25" w14:textId="193BEC0D" w:rsidR="00281C32" w:rsidRPr="0073797F" w:rsidRDefault="4157FDD9" w:rsidP="13B3438A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Nivelační přístroj (výrobce, typ, výrobní číslo)</w:t>
            </w:r>
          </w:p>
          <w:p w14:paraId="4936455F" w14:textId="32403484" w:rsidR="00281C32" w:rsidRPr="0073797F" w:rsidRDefault="4157FDD9" w:rsidP="13B3438A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další</w:t>
            </w:r>
          </w:p>
        </w:tc>
      </w:tr>
      <w:tr w:rsidR="0073797F" w:rsidRPr="0073797F" w14:paraId="14E47261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6409271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24275B40" w14:textId="13D3EAFA" w:rsidR="00281C32" w:rsidRPr="0073797F" w:rsidRDefault="0B1329B7" w:rsidP="13B3438A">
            <w:pPr>
              <w:spacing w:after="0" w:line="240" w:lineRule="auto"/>
            </w:pPr>
            <w:r w:rsidRPr="13B3438A">
              <w:rPr>
                <w:rFonts w:asciiTheme="majorHAnsi" w:hAnsiTheme="majorHAnsi" w:cs="Arial"/>
                <w:highlight w:val="yellow"/>
              </w:rPr>
              <w:t>Použitý výpočetní a zpracovatelský software včetně verze</w:t>
            </w:r>
          </w:p>
        </w:tc>
      </w:tr>
      <w:tr w:rsidR="0073797F" w:rsidRPr="0073797F" w14:paraId="175BCAC7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E82BB59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585A32CD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73797F" w:rsidRPr="0073797F" w14:paraId="17D02DF4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B04BBB2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Měření provedli: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188F4D7E" w14:textId="311D5BEA" w:rsidR="00281C32" w:rsidRPr="0073797F" w:rsidRDefault="33CBC124" w:rsidP="7F07C0DC">
            <w:pPr>
              <w:spacing w:after="0" w:line="240" w:lineRule="auto"/>
            </w:pPr>
            <w:r w:rsidRPr="7F07C0DC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 XXXX, XXX XXXX</w:t>
            </w:r>
          </w:p>
          <w:p w14:paraId="0E1D5EF2" w14:textId="5091011C" w:rsidR="00281C32" w:rsidRPr="0073797F" w:rsidRDefault="00281C32" w:rsidP="7F07C0DC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73797F" w:rsidRPr="0073797F" w14:paraId="3F0C7C03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88EE04B" w14:textId="5E223222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 zaměření: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28C2350E" w14:textId="5E4A4410" w:rsidR="4C5C7DE4" w:rsidRPr="00A565E0" w:rsidRDefault="4C5C7DE4" w:rsidP="13B3438A">
            <w:pPr>
              <w:spacing w:after="0" w:line="240" w:lineRule="auto"/>
              <w:rPr>
                <w:rFonts w:ascii="Verdana" w:eastAsia="Verdana" w:hAnsi="Verdana" w:cs="Verdana"/>
              </w:rPr>
            </w:pPr>
            <w:r w:rsidRPr="00A565E0">
              <w:rPr>
                <w:rFonts w:ascii="Verdana" w:eastAsia="Verdana" w:hAnsi="Verdana" w:cs="Verdana"/>
                <w:highlight w:val="yellow"/>
              </w:rPr>
              <w:t>MM/RRRR nebo DD.MM.RRRR</w:t>
            </w:r>
          </w:p>
          <w:p w14:paraId="4C3F9A3A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73797F" w:rsidRPr="0073797F" w14:paraId="446975E3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87F9A6C" w14:textId="28F9EE62" w:rsidR="00281C32" w:rsidRPr="0073797F" w:rsidRDefault="00470E65" w:rsidP="220219B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220219B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Zpracovatelské práce</w:t>
            </w:r>
            <w:r w:rsidR="3C4187E9" w:rsidRPr="220219B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provedl</w:t>
            </w:r>
            <w:r w:rsidR="00281C32" w:rsidRPr="220219B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26812B5E" w14:textId="311D5BEA" w:rsidR="00281C32" w:rsidRPr="0073797F" w:rsidRDefault="1C51220C" w:rsidP="7F07C0DC">
            <w:pPr>
              <w:spacing w:after="0" w:line="240" w:lineRule="auto"/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 XXXX, XXX XXXX</w:t>
            </w:r>
          </w:p>
        </w:tc>
      </w:tr>
      <w:tr w:rsidR="0073797F" w:rsidRPr="0073797F" w14:paraId="2B8ED9B2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7ECAA1D" w14:textId="7602A40F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Datum zpracování: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7D4718C9" w14:textId="67F2E6BE" w:rsidR="00281C32" w:rsidRPr="0073797F" w:rsidRDefault="32D053F4" w:rsidP="13B3438A">
            <w:pPr>
              <w:spacing w:after="0"/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DD.MM.RRRR</w:t>
            </w:r>
          </w:p>
        </w:tc>
      </w:tr>
      <w:tr w:rsidR="0073797F" w:rsidRPr="0073797F" w14:paraId="3F1ED47F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C48CDF6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0120A38" w14:textId="77777777" w:rsidR="00281C32" w:rsidRPr="0073797F" w:rsidRDefault="00281C32" w:rsidP="00281C32">
            <w:pPr>
              <w:spacing w:after="0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771D5EF8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94F16BB" w14:textId="66DEECC8" w:rsidR="00281C32" w:rsidRPr="0073797F" w:rsidRDefault="00281C32" w:rsidP="13B3438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Měřické práce</w:t>
            </w:r>
            <w:r w:rsidR="7B334BA6" w:rsidRPr="13B3438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4DDEAB34" w14:textId="290E7CF4" w:rsidR="00281C32" w:rsidRPr="0073797F" w:rsidRDefault="0B5448DF" w:rsidP="13B3438A">
            <w:pPr>
              <w:spacing w:after="0"/>
              <w:jc w:val="both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Podmínky měření</w:t>
            </w:r>
            <w:r w:rsidR="2BDAE724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.</w:t>
            </w:r>
          </w:p>
          <w:p w14:paraId="4A27E231" w14:textId="3D103DE5" w:rsidR="00281C32" w:rsidRPr="0073797F" w:rsidRDefault="49DDCF1B" w:rsidP="13B3438A">
            <w:pPr>
              <w:spacing w:after="0"/>
              <w:jc w:val="both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Popis </w:t>
            </w:r>
            <w:r w:rsidR="2BDAE724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prováděn</w:t>
            </w:r>
            <w:r w:rsidR="627732F4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ých</w:t>
            </w:r>
            <w:r w:rsidR="2BDAE724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 měřických prací</w:t>
            </w:r>
            <w:r w:rsidR="5D237524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, včetně </w:t>
            </w:r>
            <w:r w:rsidR="26BACCA7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zdůvodnění </w:t>
            </w:r>
            <w:r w:rsidR="5D237524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případných odchylek od závazných </w:t>
            </w:r>
            <w:r w:rsidR="6CFFFEFB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pravidel a požadavků</w:t>
            </w:r>
            <w:r w:rsidR="52DB3CBA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.</w:t>
            </w:r>
          </w:p>
        </w:tc>
      </w:tr>
      <w:tr w:rsidR="0073797F" w:rsidRPr="0073797F" w14:paraId="5817708C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2E8C281" w14:textId="2BD2DC6C" w:rsidR="00281C32" w:rsidRPr="0073797F" w:rsidRDefault="4D4A79B0" w:rsidP="13B3438A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Zpracování</w:t>
            </w:r>
            <w:r w:rsidR="77AA17A9" w:rsidRPr="13B3438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72A078F4" w14:textId="56920D5F" w:rsidR="00281C32" w:rsidRPr="0073797F" w:rsidRDefault="152D312A" w:rsidP="13B3438A">
            <w:pPr>
              <w:spacing w:after="0"/>
              <w:jc w:val="both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Posouzení stavu výchozího bodového pole.</w:t>
            </w:r>
          </w:p>
          <w:p w14:paraId="767A979E" w14:textId="2333238B" w:rsidR="00281C32" w:rsidRPr="0073797F" w:rsidRDefault="152D312A" w:rsidP="13B3438A">
            <w:pPr>
              <w:spacing w:after="0"/>
              <w:jc w:val="both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Popis a zhodnocení výpočetních a zpracovatelských prací v příslušných SW</w:t>
            </w:r>
            <w:r w:rsidR="7EA5316F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, včetně zdůvodnění případných odchylek od závazných pravidel a požadavků. </w:t>
            </w:r>
          </w:p>
        </w:tc>
      </w:tr>
      <w:tr w:rsidR="0073797F" w:rsidRPr="0073797F" w14:paraId="38F4F54D" w14:textId="77777777" w:rsidTr="13B3438A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0D27239" w14:textId="5662D7F6" w:rsidR="00D57BB0" w:rsidRPr="0073797F" w:rsidRDefault="00D57BB0" w:rsidP="00D57BB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Vyhodnocení: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E31D42F" w14:textId="2FCCE3F7" w:rsidR="00D57BB0" w:rsidRPr="0073797F" w:rsidRDefault="220B8685" w:rsidP="13B3438A">
            <w:pPr>
              <w:spacing w:after="0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Zhodnocení výsledků a dokumentace</w:t>
            </w:r>
            <w:r w:rsidR="3457F5F5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, včetně zdůvodnění případných odchylek od závazných pravidel a požadavků</w:t>
            </w: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.</w:t>
            </w:r>
          </w:p>
          <w:p w14:paraId="74749E97" w14:textId="254E28CF" w:rsidR="00D57BB0" w:rsidRPr="0073797F" w:rsidRDefault="309C2243" w:rsidP="13B3438A">
            <w:pPr>
              <w:spacing w:after="0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Vyhodnocení dosažené přesnosti</w:t>
            </w:r>
            <w:r w:rsidR="598FE7A8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,</w:t>
            </w:r>
            <w:r w:rsidR="20D89718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 dosažených odchylek</w:t>
            </w:r>
            <w:r w:rsidR="352B0169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 a kontrol</w:t>
            </w:r>
            <w:r w:rsidR="20D89718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 pro konkrétní zeměměřickou činnost (ŽBP, posouzení PPK, </w:t>
            </w:r>
            <w:r w:rsidR="714F19BA"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kontroly u mapování, atd.)</w:t>
            </w:r>
          </w:p>
        </w:tc>
      </w:tr>
      <w:tr w:rsidR="0073797F" w:rsidRPr="0073797F" w14:paraId="6BB9C000" w14:textId="77777777" w:rsidTr="13B3438A">
        <w:trPr>
          <w:trHeight w:val="340"/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38B1912" w14:textId="77777777" w:rsidR="00D57BB0" w:rsidRPr="0073797F" w:rsidRDefault="00D57BB0" w:rsidP="00D57BB0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5A4D8A26" w14:textId="77777777" w:rsidR="00D57BB0" w:rsidRPr="0073797F" w:rsidRDefault="00D57BB0" w:rsidP="00D57BB0">
            <w:pPr>
              <w:pStyle w:val="Bezmezer"/>
              <w:rPr>
                <w:rFonts w:asciiTheme="majorHAnsi" w:hAnsiTheme="majorHAnsi" w:cs="Arial"/>
                <w:highlight w:val="yellow"/>
                <w:lang w:eastAsia="cs-CZ"/>
              </w:rPr>
            </w:pPr>
          </w:p>
        </w:tc>
      </w:tr>
      <w:tr w:rsidR="0073797F" w:rsidRPr="0073797F" w14:paraId="4E56AD0B" w14:textId="77777777" w:rsidTr="13B3438A">
        <w:trPr>
          <w:trHeight w:val="1088"/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6AE9BD5" w14:textId="41F4B491" w:rsidR="00D57BB0" w:rsidRPr="0073797F" w:rsidRDefault="6C7519C3" w:rsidP="13B3438A">
            <w:pPr>
              <w:spacing w:after="0" w:line="240" w:lineRule="auto"/>
            </w:pPr>
            <w:r w:rsidRPr="13B3438A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Obsah dokumentace: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7549019C" w14:textId="40685630" w:rsidR="00D57BB0" w:rsidRPr="0073797F" w:rsidRDefault="00D57BB0" w:rsidP="7F07C0DC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7F07C0DC">
              <w:rPr>
                <w:rFonts w:asciiTheme="majorHAnsi" w:hAnsiTheme="majorHAnsi" w:cs="Arial"/>
                <w:highlight w:val="cyan"/>
                <w:lang w:eastAsia="cs-CZ"/>
              </w:rPr>
              <w:t>Technická zpráva</w:t>
            </w:r>
            <w:r w:rsidR="405E2B66" w:rsidRPr="7F07C0DC">
              <w:rPr>
                <w:rFonts w:asciiTheme="majorHAnsi" w:hAnsiTheme="majorHAnsi" w:cs="Arial"/>
                <w:highlight w:val="cyan"/>
                <w:lang w:eastAsia="cs-CZ"/>
              </w:rPr>
              <w:t xml:space="preserve"> -</w:t>
            </w:r>
            <w:r w:rsidR="76C6B227" w:rsidRPr="7F07C0DC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 xml:space="preserve"> </w:t>
            </w:r>
            <w:r w:rsidR="76C6B227" w:rsidRPr="7F07C0DC">
              <w:rPr>
                <w:rFonts w:ascii="Verdana" w:eastAsia="Verdana" w:hAnsi="Verdana" w:cs="Verdana"/>
                <w:color w:val="FF0000"/>
                <w:sz w:val="20"/>
                <w:szCs w:val="20"/>
                <w:highlight w:val="cyan"/>
              </w:rPr>
              <w:t>TZ_</w:t>
            </w:r>
            <w:r w:rsidR="009B146E">
              <w:rPr>
                <w:rFonts w:ascii="Verdana" w:eastAsia="Verdana" w:hAnsi="Verdana" w:cs="Verdana"/>
                <w:color w:val="FF0000"/>
                <w:sz w:val="20"/>
                <w:szCs w:val="20"/>
                <w:highlight w:val="cyan"/>
              </w:rPr>
              <w:t>HSD</w:t>
            </w:r>
            <w:r w:rsidR="76C6B227" w:rsidRPr="7F07C0DC">
              <w:rPr>
                <w:rFonts w:ascii="Verdana" w:eastAsia="Verdana" w:hAnsi="Verdana" w:cs="Verdana"/>
                <w:color w:val="FF0000"/>
                <w:sz w:val="20"/>
                <w:szCs w:val="20"/>
                <w:highlight w:val="cyan"/>
              </w:rPr>
              <w:t>ATTTTKMYYY-XXX_RRMM_popis.pdf</w:t>
            </w:r>
            <w:r>
              <w:br/>
            </w:r>
            <w:r w:rsidR="2959D993" w:rsidRPr="7F07C0DC">
              <w:rPr>
                <w:rFonts w:asciiTheme="majorHAnsi" w:hAnsiTheme="majorHAnsi" w:cs="Arial"/>
                <w:highlight w:val="cyan"/>
                <w:lang w:eastAsia="cs-CZ"/>
              </w:rPr>
              <w:t xml:space="preserve">1) </w:t>
            </w:r>
            <w:r w:rsidRPr="7F07C0DC">
              <w:rPr>
                <w:rFonts w:asciiTheme="majorHAnsi" w:hAnsiTheme="majorHAnsi" w:cs="Arial"/>
                <w:highlight w:val="cyan"/>
                <w:lang w:eastAsia="cs-CZ"/>
              </w:rPr>
              <w:t>Geodetické údaje výchozího bodového pole</w:t>
            </w:r>
            <w:r w:rsidR="5E918437" w:rsidRPr="7F07C0DC">
              <w:rPr>
                <w:rFonts w:asciiTheme="majorHAnsi" w:hAnsiTheme="majorHAnsi" w:cs="Arial"/>
                <w:highlight w:val="cyan"/>
                <w:lang w:eastAsia="cs-CZ"/>
              </w:rPr>
              <w:t xml:space="preserve"> – 1_Vychozi_BP</w:t>
            </w:r>
          </w:p>
          <w:p w14:paraId="0CCFBACE" w14:textId="4260B92E" w:rsidR="00D57BB0" w:rsidRPr="0073797F" w:rsidRDefault="28167C55" w:rsidP="7F07C0DC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7F07C0DC">
              <w:rPr>
                <w:rFonts w:asciiTheme="majorHAnsi" w:hAnsiTheme="majorHAnsi" w:cs="Arial"/>
                <w:highlight w:val="cyan"/>
                <w:lang w:eastAsia="cs-CZ"/>
              </w:rPr>
              <w:t xml:space="preserve">2) </w:t>
            </w:r>
            <w:r w:rsidR="00D57BB0" w:rsidRPr="7F07C0DC">
              <w:rPr>
                <w:rFonts w:asciiTheme="majorHAnsi" w:hAnsiTheme="majorHAnsi" w:cs="Arial"/>
                <w:highlight w:val="cyan"/>
                <w:lang w:eastAsia="cs-CZ"/>
              </w:rPr>
              <w:t>Přehledná situace změn</w:t>
            </w:r>
            <w:r w:rsidR="76425C89" w:rsidRPr="7F07C0DC">
              <w:rPr>
                <w:rFonts w:asciiTheme="majorHAnsi" w:hAnsiTheme="majorHAnsi" w:cs="Arial"/>
                <w:highlight w:val="cyan"/>
                <w:lang w:eastAsia="cs-CZ"/>
              </w:rPr>
              <w:t xml:space="preserve"> - </w:t>
            </w:r>
            <w:r w:rsidR="184326F2" w:rsidRPr="7F07C0DC">
              <w:rPr>
                <w:rFonts w:asciiTheme="majorHAnsi" w:hAnsiTheme="majorHAnsi" w:cs="Arial"/>
                <w:highlight w:val="cyan"/>
                <w:lang w:eastAsia="cs-CZ"/>
              </w:rPr>
              <w:t>2_Prehledna_situace</w:t>
            </w:r>
          </w:p>
          <w:p w14:paraId="183E3180" w14:textId="41BD4058" w:rsidR="00D57BB0" w:rsidRPr="0073797F" w:rsidRDefault="184326F2" w:rsidP="7F07C0DC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7F07C0DC">
              <w:rPr>
                <w:rFonts w:asciiTheme="majorHAnsi" w:hAnsiTheme="majorHAnsi" w:cs="Arial"/>
                <w:highlight w:val="cyan"/>
                <w:lang w:eastAsia="cs-CZ"/>
              </w:rPr>
              <w:t xml:space="preserve">3) </w:t>
            </w:r>
            <w:r w:rsidR="009B146E">
              <w:rPr>
                <w:rFonts w:asciiTheme="majorHAnsi" w:hAnsiTheme="majorHAnsi" w:cs="Arial"/>
                <w:highlight w:val="cyan"/>
                <w:lang w:eastAsia="cs-CZ"/>
              </w:rPr>
              <w:t>Výstup HSD</w:t>
            </w:r>
            <w:r w:rsidR="0A7D7C04" w:rsidRPr="7F07C0DC">
              <w:rPr>
                <w:rFonts w:asciiTheme="majorHAnsi" w:hAnsiTheme="majorHAnsi" w:cs="Arial"/>
                <w:highlight w:val="cyan"/>
                <w:lang w:eastAsia="cs-CZ"/>
              </w:rPr>
              <w:t xml:space="preserve"> - 3_Vystupy</w:t>
            </w:r>
          </w:p>
          <w:p w14:paraId="24FDCBFA" w14:textId="369B99E7" w:rsidR="00D57BB0" w:rsidRPr="0073797F" w:rsidRDefault="0A7D7C04" w:rsidP="7F07C0DC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7F07C0DC">
              <w:rPr>
                <w:rFonts w:asciiTheme="majorHAnsi" w:hAnsiTheme="majorHAnsi" w:cs="Arial"/>
                <w:highlight w:val="cyan"/>
                <w:lang w:eastAsia="cs-CZ"/>
              </w:rPr>
              <w:t xml:space="preserve">4) </w:t>
            </w:r>
            <w:r w:rsidR="00D57BB0" w:rsidRPr="7F07C0DC">
              <w:rPr>
                <w:rFonts w:asciiTheme="majorHAnsi" w:hAnsiTheme="majorHAnsi" w:cs="Arial"/>
                <w:highlight w:val="cyan"/>
                <w:lang w:eastAsia="cs-CZ"/>
              </w:rPr>
              <w:t>Kontrolní protokoly</w:t>
            </w:r>
            <w:r w:rsidR="6CB48335" w:rsidRPr="7F07C0DC">
              <w:rPr>
                <w:rFonts w:asciiTheme="majorHAnsi" w:hAnsiTheme="majorHAnsi" w:cs="Arial"/>
                <w:highlight w:val="cyan"/>
                <w:lang w:eastAsia="cs-CZ"/>
              </w:rPr>
              <w:t xml:space="preserve"> - 4_Kontrolni_protokoly</w:t>
            </w:r>
          </w:p>
          <w:p w14:paraId="434878FF" w14:textId="53BDFE31" w:rsidR="00D57BB0" w:rsidRPr="0073797F" w:rsidRDefault="6CB48335" w:rsidP="7F07C0DC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7F07C0DC">
              <w:rPr>
                <w:rFonts w:asciiTheme="majorHAnsi" w:hAnsiTheme="majorHAnsi" w:cs="Arial"/>
                <w:highlight w:val="cyan"/>
                <w:lang w:eastAsia="cs-CZ"/>
              </w:rPr>
              <w:t xml:space="preserve">5) </w:t>
            </w:r>
            <w:r w:rsidR="00D57BB0" w:rsidRPr="7F07C0DC">
              <w:rPr>
                <w:rFonts w:asciiTheme="majorHAnsi" w:hAnsiTheme="majorHAnsi" w:cs="Arial"/>
                <w:highlight w:val="cyan"/>
                <w:lang w:eastAsia="cs-CZ"/>
              </w:rPr>
              <w:t>Podklady</w:t>
            </w:r>
            <w:r w:rsidR="4259CA85" w:rsidRPr="7F07C0DC">
              <w:rPr>
                <w:rFonts w:asciiTheme="majorHAnsi" w:hAnsiTheme="majorHAnsi" w:cs="Arial"/>
                <w:highlight w:val="cyan"/>
                <w:lang w:eastAsia="cs-CZ"/>
              </w:rPr>
              <w:t xml:space="preserve"> - 5_Podklady</w:t>
            </w:r>
          </w:p>
        </w:tc>
      </w:tr>
    </w:tbl>
    <w:p w14:paraId="2F74E576" w14:textId="77777777" w:rsidR="00094757" w:rsidRPr="0073797F" w:rsidRDefault="00094757" w:rsidP="00094757">
      <w:pPr>
        <w:spacing w:after="0" w:line="276" w:lineRule="auto"/>
        <w:rPr>
          <w:b/>
          <w:iCs/>
        </w:rPr>
      </w:pPr>
    </w:p>
    <w:tbl>
      <w:tblPr>
        <w:tblW w:w="8796" w:type="dxa"/>
        <w:jc w:val="center"/>
        <w:tblCellSpacing w:w="15" w:type="dxa"/>
        <w:tblBorders>
          <w:top w:val="single" w:sz="2" w:space="0" w:color="F2F2F2" w:themeColor="background1" w:themeShade="F2"/>
          <w:left w:val="single" w:sz="2" w:space="0" w:color="F2F2F2" w:themeColor="background1" w:themeShade="F2"/>
          <w:bottom w:val="single" w:sz="2" w:space="0" w:color="F2F2F2" w:themeColor="background1" w:themeShade="F2"/>
          <w:right w:val="single" w:sz="2" w:space="0" w:color="F2F2F2" w:themeColor="background1" w:themeShade="F2"/>
          <w:insideH w:val="single" w:sz="2" w:space="0" w:color="F2F2F2" w:themeColor="background1" w:themeShade="F2"/>
          <w:insideV w:val="single" w:sz="2" w:space="0" w:color="F2F2F2" w:themeColor="background1" w:themeShade="F2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2634"/>
        <w:gridCol w:w="1618"/>
        <w:gridCol w:w="2562"/>
      </w:tblGrid>
      <w:tr w:rsidR="0073797F" w:rsidRPr="0073797F" w14:paraId="6E424008" w14:textId="77777777" w:rsidTr="7F07C0DC">
        <w:trPr>
          <w:trHeight w:val="686"/>
          <w:tblCellSpacing w:w="15" w:type="dxa"/>
          <w:jc w:val="center"/>
        </w:trPr>
        <w:tc>
          <w:tcPr>
            <w:tcW w:w="1937" w:type="dxa"/>
            <w:shd w:val="clear" w:color="auto" w:fill="FFFFFF" w:themeFill="background1"/>
            <w:hideMark/>
          </w:tcPr>
          <w:p w14:paraId="568340FF" w14:textId="2604B696" w:rsidR="003A3C84" w:rsidRPr="0073797F" w:rsidRDefault="003A3C84" w:rsidP="003A3C84">
            <w:pPr>
              <w:spacing w:after="0" w:line="276" w:lineRule="auto"/>
              <w:rPr>
                <w:b/>
                <w:bCs/>
                <w:highlight w:val="yellow"/>
              </w:rPr>
            </w:pPr>
            <w:bookmarkStart w:id="1" w:name="_Hlk176770693"/>
            <w:r w:rsidRPr="0073797F">
              <w:rPr>
                <w:b/>
                <w:bCs/>
              </w:rPr>
              <w:t>Technickou zprávu zpracoval: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2C325D70" w14:textId="282EBA3E" w:rsidR="003A3C84" w:rsidRPr="0073797F" w:rsidRDefault="6091F004" w:rsidP="7F07C0DC">
            <w:pPr>
              <w:spacing w:after="0" w:line="276" w:lineRule="auto"/>
            </w:pPr>
            <w:r w:rsidRPr="7F07C0DC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 XXXX</w:t>
            </w:r>
          </w:p>
        </w:tc>
        <w:tc>
          <w:tcPr>
            <w:tcW w:w="1588" w:type="dxa"/>
            <w:shd w:val="clear" w:color="auto" w:fill="FFFFFF" w:themeFill="background1"/>
          </w:tcPr>
          <w:p w14:paraId="7D56B3AD" w14:textId="5A83CCDA" w:rsidR="003A3C84" w:rsidRPr="0073797F" w:rsidRDefault="003A3C84" w:rsidP="003A3C84">
            <w:pPr>
              <w:spacing w:after="0" w:line="276" w:lineRule="auto"/>
              <w:rPr>
                <w:b/>
                <w:bCs/>
                <w:iCs/>
                <w:highlight w:val="yellow"/>
              </w:rPr>
            </w:pPr>
            <w:r w:rsidRPr="0073797F">
              <w:rPr>
                <w:b/>
                <w:bCs/>
              </w:rPr>
              <w:t>Ověřil: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14:paraId="7A0D60AA" w14:textId="3F76BDF0" w:rsidR="003A3C84" w:rsidRPr="0073797F" w:rsidRDefault="5E6728BD" w:rsidP="7F07C0DC">
            <w:pPr>
              <w:spacing w:after="0" w:line="276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Ing. XXX XXXX</w:t>
            </w:r>
          </w:p>
        </w:tc>
      </w:tr>
      <w:tr w:rsidR="0073797F" w:rsidRPr="0073797F" w14:paraId="674F9A31" w14:textId="77777777" w:rsidTr="7F07C0DC">
        <w:trPr>
          <w:trHeight w:val="313"/>
          <w:tblCellSpacing w:w="15" w:type="dxa"/>
          <w:jc w:val="center"/>
        </w:trPr>
        <w:tc>
          <w:tcPr>
            <w:tcW w:w="1937" w:type="dxa"/>
            <w:vMerge w:val="restart"/>
            <w:shd w:val="clear" w:color="auto" w:fill="FFFFFF" w:themeFill="background1"/>
          </w:tcPr>
          <w:p w14:paraId="1CFB9AFB" w14:textId="6263C39E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  <w:r w:rsidRPr="0073797F">
              <w:rPr>
                <w:b/>
                <w:bCs/>
              </w:rPr>
              <w:t>Dne:</w:t>
            </w:r>
          </w:p>
        </w:tc>
        <w:tc>
          <w:tcPr>
            <w:tcW w:w="2604" w:type="dxa"/>
            <w:vMerge w:val="restart"/>
            <w:shd w:val="clear" w:color="auto" w:fill="FFFFFF" w:themeFill="background1"/>
            <w:vAlign w:val="center"/>
          </w:tcPr>
          <w:p w14:paraId="7B7563B3" w14:textId="28547B16" w:rsidR="003A3C84" w:rsidRPr="0073797F" w:rsidRDefault="003A3C84" w:rsidP="003A3C84">
            <w:pPr>
              <w:spacing w:after="0" w:line="276" w:lineRule="auto"/>
              <w:rPr>
                <w:rFonts w:asciiTheme="majorHAnsi" w:eastAsia="Times New Roman" w:hAnsiTheme="majorHAnsi" w:cs="Arial"/>
                <w:highlight w:val="cyan"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DD.MM.RRRR</w:t>
            </w:r>
          </w:p>
        </w:tc>
        <w:tc>
          <w:tcPr>
            <w:tcW w:w="1588" w:type="dxa"/>
            <w:shd w:val="clear" w:color="auto" w:fill="FFFFFF" w:themeFill="background1"/>
          </w:tcPr>
          <w:p w14:paraId="617EC608" w14:textId="4C02CA0B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  <w:r w:rsidRPr="0073797F">
              <w:rPr>
                <w:b/>
                <w:bCs/>
              </w:rPr>
              <w:t>Dne: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14:paraId="5780126C" w14:textId="220DD3AD" w:rsidR="003A3C84" w:rsidRPr="0073797F" w:rsidRDefault="003A3C84" w:rsidP="003A3C84">
            <w:pPr>
              <w:spacing w:after="0" w:line="276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DD.MM.RRRR</w:t>
            </w:r>
          </w:p>
        </w:tc>
      </w:tr>
      <w:tr w:rsidR="0073797F" w:rsidRPr="0073797F" w14:paraId="6C3E4E30" w14:textId="77777777" w:rsidTr="7F07C0DC">
        <w:trPr>
          <w:trHeight w:val="312"/>
          <w:tblCellSpacing w:w="15" w:type="dxa"/>
          <w:jc w:val="center"/>
        </w:trPr>
        <w:tc>
          <w:tcPr>
            <w:tcW w:w="1937" w:type="dxa"/>
            <w:vMerge/>
          </w:tcPr>
          <w:p w14:paraId="455D7C6E" w14:textId="77777777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</w:p>
        </w:tc>
        <w:tc>
          <w:tcPr>
            <w:tcW w:w="2604" w:type="dxa"/>
            <w:vMerge/>
            <w:vAlign w:val="center"/>
          </w:tcPr>
          <w:p w14:paraId="2E7B5690" w14:textId="77777777" w:rsidR="003A3C84" w:rsidRPr="0073797F" w:rsidRDefault="003A3C84" w:rsidP="003A3C84">
            <w:pPr>
              <w:spacing w:after="0" w:line="276" w:lineRule="auto"/>
              <w:rPr>
                <w:rFonts w:asciiTheme="majorHAnsi" w:eastAsia="Times New Roman" w:hAnsiTheme="majorHAnsi" w:cs="Arial"/>
                <w:highlight w:val="cyan"/>
                <w:lang w:eastAsia="cs-CZ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14:paraId="4CB49A8B" w14:textId="077E58DC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  <w:r w:rsidRPr="0073797F">
              <w:rPr>
                <w:b/>
                <w:bCs/>
              </w:rPr>
              <w:t>Číslo ověření: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14:paraId="4799A43B" w14:textId="1523AE91" w:rsidR="003A3C84" w:rsidRPr="0073797F" w:rsidRDefault="003A3C84" w:rsidP="003A3C84">
            <w:pPr>
              <w:spacing w:after="0" w:line="276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Xxx/2024</w:t>
            </w:r>
          </w:p>
        </w:tc>
      </w:tr>
      <w:tr w:rsidR="0073797F" w:rsidRPr="0073797F" w14:paraId="16F71777" w14:textId="77777777" w:rsidTr="7F07C0DC">
        <w:trPr>
          <w:tblCellSpacing w:w="15" w:type="dxa"/>
          <w:jc w:val="center"/>
        </w:trPr>
        <w:tc>
          <w:tcPr>
            <w:tcW w:w="4571" w:type="dxa"/>
            <w:gridSpan w:val="2"/>
            <w:shd w:val="clear" w:color="auto" w:fill="FFFFFF" w:themeFill="background1"/>
          </w:tcPr>
          <w:p w14:paraId="24E3E725" w14:textId="77777777" w:rsidR="003A3C84" w:rsidRPr="0073797F" w:rsidRDefault="003A3C84" w:rsidP="003A3C84">
            <w:pPr>
              <w:spacing w:after="0" w:line="276" w:lineRule="auto"/>
              <w:rPr>
                <w:i/>
                <w:highlight w:val="cyan"/>
              </w:rPr>
            </w:pPr>
            <w:r w:rsidRPr="0073797F">
              <w:rPr>
                <w:i/>
                <w:highlight w:val="cyan"/>
              </w:rPr>
              <w:t>Náležitostmi a přesností odpovídá</w:t>
            </w:r>
            <w:r w:rsidRPr="0073797F">
              <w:rPr>
                <w:i/>
                <w:highlight w:val="cyan"/>
              </w:rPr>
              <w:br/>
              <w:t xml:space="preserve">právním předpisům a podmínkám </w:t>
            </w:r>
          </w:p>
          <w:p w14:paraId="087B367F" w14:textId="56274D95" w:rsidR="003A3C84" w:rsidRPr="0073797F" w:rsidRDefault="003A3C84" w:rsidP="003A3C84">
            <w:pPr>
              <w:spacing w:after="0" w:line="276" w:lineRule="auto"/>
              <w:rPr>
                <w:b/>
                <w:bCs/>
                <w:iCs/>
              </w:rPr>
            </w:pPr>
            <w:r w:rsidRPr="0073797F">
              <w:rPr>
                <w:i/>
                <w:highlight w:val="cyan"/>
              </w:rPr>
              <w:t>písemně dohodnutým s objednatelem</w:t>
            </w:r>
          </w:p>
        </w:tc>
        <w:tc>
          <w:tcPr>
            <w:tcW w:w="4135" w:type="dxa"/>
            <w:gridSpan w:val="2"/>
            <w:shd w:val="clear" w:color="auto" w:fill="FFFFFF" w:themeFill="background1"/>
          </w:tcPr>
          <w:p w14:paraId="79E6667F" w14:textId="621C7139" w:rsidR="003A3C84" w:rsidRPr="0073797F" w:rsidRDefault="003A3C84" w:rsidP="003A3C84">
            <w:pPr>
              <w:spacing w:after="0" w:line="276" w:lineRule="auto"/>
              <w:rPr>
                <w:b/>
                <w:bCs/>
                <w:iCs/>
                <w:highlight w:val="yellow"/>
              </w:rPr>
            </w:pPr>
          </w:p>
        </w:tc>
      </w:tr>
      <w:bookmarkEnd w:id="1"/>
    </w:tbl>
    <w:p w14:paraId="7EC89C0F" w14:textId="7117F47E" w:rsidR="006F2D13" w:rsidRDefault="006F2D13" w:rsidP="00644CFA">
      <w:pPr>
        <w:spacing w:after="0" w:line="276" w:lineRule="auto"/>
        <w:rPr>
          <w:rStyle w:val="VrazncittChar"/>
        </w:rPr>
      </w:pPr>
    </w:p>
    <w:p w14:paraId="3F0B6828" w14:textId="77777777" w:rsidR="006F2D13" w:rsidRDefault="006F2D13" w:rsidP="00644CFA">
      <w:pPr>
        <w:spacing w:after="0" w:line="276" w:lineRule="auto"/>
        <w:rPr>
          <w:rStyle w:val="VrazncittChar"/>
        </w:rPr>
      </w:pPr>
    </w:p>
    <w:sectPr w:rsidR="006F2D13" w:rsidSect="00F229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9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25506" w14:textId="77777777" w:rsidR="00255AFE" w:rsidRDefault="00255AFE" w:rsidP="00962258">
      <w:pPr>
        <w:spacing w:after="0" w:line="240" w:lineRule="auto"/>
      </w:pPr>
      <w:r>
        <w:separator/>
      </w:r>
    </w:p>
  </w:endnote>
  <w:endnote w:type="continuationSeparator" w:id="0">
    <w:p w14:paraId="63BE4043" w14:textId="77777777" w:rsidR="00255AFE" w:rsidRDefault="00255A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85FA5" w14:textId="77777777" w:rsidR="00013482" w:rsidRDefault="000134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1C737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73F2DCA" w14:textId="6FABFCDB" w:rsidR="00F1715C" w:rsidRPr="00B8518B" w:rsidRDefault="00F1715C" w:rsidP="00B8518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CC925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C18273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5A66279" w14:textId="77777777" w:rsidR="00F1715C" w:rsidRDefault="00F1715C" w:rsidP="00D831A3">
          <w:pPr>
            <w:pStyle w:val="Zpat"/>
          </w:pPr>
        </w:p>
      </w:tc>
    </w:tr>
  </w:tbl>
  <w:p w14:paraId="6D870003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F5FB8" w14:textId="77777777" w:rsidR="00013482" w:rsidRDefault="000134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DE22B" w14:textId="77777777" w:rsidR="00255AFE" w:rsidRDefault="00255AFE" w:rsidP="00962258">
      <w:pPr>
        <w:spacing w:after="0" w:line="240" w:lineRule="auto"/>
      </w:pPr>
      <w:r>
        <w:separator/>
      </w:r>
    </w:p>
  </w:footnote>
  <w:footnote w:type="continuationSeparator" w:id="0">
    <w:p w14:paraId="0670115B" w14:textId="77777777" w:rsidR="00255AFE" w:rsidRDefault="00255A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064B9" w14:textId="77777777" w:rsidR="00013482" w:rsidRDefault="000134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F7EAB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66823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9F21B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DE7014" w14:textId="30F4E5DE" w:rsidR="00F1715C" w:rsidRPr="00181EF2" w:rsidRDefault="00F1715C" w:rsidP="00D26C6F">
          <w:pPr>
            <w:pStyle w:val="Druhdokumentu"/>
            <w:jc w:val="left"/>
            <w:rPr>
              <w:highlight w:val="yellow"/>
            </w:rPr>
          </w:pPr>
        </w:p>
      </w:tc>
    </w:tr>
  </w:tbl>
  <w:p w14:paraId="5980476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2DF4A" w14:textId="75AE570B" w:rsidR="00F1715C" w:rsidRPr="00D6163D" w:rsidRDefault="00F1715C" w:rsidP="00FC6389">
    <w:pPr>
      <w:pStyle w:val="Zhlav"/>
      <w:rPr>
        <w:sz w:val="8"/>
        <w:szCs w:val="8"/>
      </w:rPr>
    </w:pPr>
  </w:p>
  <w:p w14:paraId="40BCE54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36265925">
    <w:abstractNumId w:val="2"/>
  </w:num>
  <w:num w:numId="2" w16cid:durableId="1696466659">
    <w:abstractNumId w:val="1"/>
  </w:num>
  <w:num w:numId="3" w16cid:durableId="2925616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676049">
    <w:abstractNumId w:val="7"/>
  </w:num>
  <w:num w:numId="5" w16cid:durableId="830218851">
    <w:abstractNumId w:val="3"/>
  </w:num>
  <w:num w:numId="6" w16cid:durableId="273556405">
    <w:abstractNumId w:val="4"/>
  </w:num>
  <w:num w:numId="7" w16cid:durableId="243493464">
    <w:abstractNumId w:val="0"/>
  </w:num>
  <w:num w:numId="8" w16cid:durableId="46296987">
    <w:abstractNumId w:val="5"/>
  </w:num>
  <w:num w:numId="9" w16cid:durableId="8750424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1955309">
    <w:abstractNumId w:val="4"/>
  </w:num>
  <w:num w:numId="11" w16cid:durableId="939529794">
    <w:abstractNumId w:val="1"/>
  </w:num>
  <w:num w:numId="12" w16cid:durableId="1430539053">
    <w:abstractNumId w:val="4"/>
  </w:num>
  <w:num w:numId="13" w16cid:durableId="75977562">
    <w:abstractNumId w:val="4"/>
  </w:num>
  <w:num w:numId="14" w16cid:durableId="219291242">
    <w:abstractNumId w:val="4"/>
  </w:num>
  <w:num w:numId="15" w16cid:durableId="1697727800">
    <w:abstractNumId w:val="4"/>
  </w:num>
  <w:num w:numId="16" w16cid:durableId="1728722592">
    <w:abstractNumId w:val="2"/>
  </w:num>
  <w:num w:numId="17" w16cid:durableId="1558277558">
    <w:abstractNumId w:val="2"/>
  </w:num>
  <w:num w:numId="18" w16cid:durableId="1338338883">
    <w:abstractNumId w:val="2"/>
  </w:num>
  <w:num w:numId="19" w16cid:durableId="2068527362">
    <w:abstractNumId w:val="2"/>
  </w:num>
  <w:num w:numId="20" w16cid:durableId="376007002">
    <w:abstractNumId w:val="2"/>
  </w:num>
  <w:num w:numId="21" w16cid:durableId="1498426428">
    <w:abstractNumId w:val="2"/>
  </w:num>
  <w:num w:numId="22" w16cid:durableId="1856963250">
    <w:abstractNumId w:val="4"/>
  </w:num>
  <w:num w:numId="23" w16cid:durableId="1718431910">
    <w:abstractNumId w:val="1"/>
  </w:num>
  <w:num w:numId="24" w16cid:durableId="793211815">
    <w:abstractNumId w:val="4"/>
  </w:num>
  <w:num w:numId="25" w16cid:durableId="1922568135">
    <w:abstractNumId w:val="4"/>
  </w:num>
  <w:num w:numId="26" w16cid:durableId="1968194845">
    <w:abstractNumId w:val="4"/>
  </w:num>
  <w:num w:numId="27" w16cid:durableId="2109277262">
    <w:abstractNumId w:val="4"/>
  </w:num>
  <w:num w:numId="28" w16cid:durableId="1001473989">
    <w:abstractNumId w:val="8"/>
  </w:num>
  <w:num w:numId="29" w16cid:durableId="328019128">
    <w:abstractNumId w:val="2"/>
  </w:num>
  <w:num w:numId="30" w16cid:durableId="1592275505">
    <w:abstractNumId w:val="8"/>
  </w:num>
  <w:num w:numId="31" w16cid:durableId="617837133">
    <w:abstractNumId w:val="8"/>
  </w:num>
  <w:num w:numId="32" w16cid:durableId="1342397518">
    <w:abstractNumId w:val="8"/>
  </w:num>
  <w:num w:numId="33" w16cid:durableId="137773700">
    <w:abstractNumId w:val="8"/>
  </w:num>
  <w:num w:numId="34" w16cid:durableId="1034620753">
    <w:abstractNumId w:val="4"/>
  </w:num>
  <w:num w:numId="35" w16cid:durableId="1737511912">
    <w:abstractNumId w:val="1"/>
  </w:num>
  <w:num w:numId="36" w16cid:durableId="1124688781">
    <w:abstractNumId w:val="4"/>
  </w:num>
  <w:num w:numId="37" w16cid:durableId="317539046">
    <w:abstractNumId w:val="4"/>
  </w:num>
  <w:num w:numId="38" w16cid:durableId="2002810050">
    <w:abstractNumId w:val="4"/>
  </w:num>
  <w:num w:numId="39" w16cid:durableId="41565506">
    <w:abstractNumId w:val="4"/>
  </w:num>
  <w:num w:numId="40" w16cid:durableId="29768079">
    <w:abstractNumId w:val="8"/>
  </w:num>
  <w:num w:numId="41" w16cid:durableId="482545045">
    <w:abstractNumId w:val="2"/>
  </w:num>
  <w:num w:numId="42" w16cid:durableId="2130319621">
    <w:abstractNumId w:val="8"/>
  </w:num>
  <w:num w:numId="43" w16cid:durableId="723214759">
    <w:abstractNumId w:val="8"/>
  </w:num>
  <w:num w:numId="44" w16cid:durableId="260333398">
    <w:abstractNumId w:val="8"/>
  </w:num>
  <w:num w:numId="45" w16cid:durableId="112218807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A29"/>
    <w:rsid w:val="00013482"/>
    <w:rsid w:val="00033432"/>
    <w:rsid w:val="000335CC"/>
    <w:rsid w:val="000437FF"/>
    <w:rsid w:val="00051500"/>
    <w:rsid w:val="00072C1E"/>
    <w:rsid w:val="00091C0A"/>
    <w:rsid w:val="00094757"/>
    <w:rsid w:val="000B6CA2"/>
    <w:rsid w:val="000B7809"/>
    <w:rsid w:val="000B7907"/>
    <w:rsid w:val="000C0429"/>
    <w:rsid w:val="000F7768"/>
    <w:rsid w:val="00114472"/>
    <w:rsid w:val="00144111"/>
    <w:rsid w:val="00170EC5"/>
    <w:rsid w:val="001747C1"/>
    <w:rsid w:val="00181EF2"/>
    <w:rsid w:val="0018596A"/>
    <w:rsid w:val="00193EA5"/>
    <w:rsid w:val="00197BDB"/>
    <w:rsid w:val="001C4DA0"/>
    <w:rsid w:val="001F43D2"/>
    <w:rsid w:val="001F6052"/>
    <w:rsid w:val="00207DF5"/>
    <w:rsid w:val="00210074"/>
    <w:rsid w:val="002314D4"/>
    <w:rsid w:val="002450E2"/>
    <w:rsid w:val="00255AFE"/>
    <w:rsid w:val="0026785D"/>
    <w:rsid w:val="00281C32"/>
    <w:rsid w:val="002961B0"/>
    <w:rsid w:val="002B5E70"/>
    <w:rsid w:val="002C1C73"/>
    <w:rsid w:val="002C31BF"/>
    <w:rsid w:val="002C5DB9"/>
    <w:rsid w:val="002E0CD7"/>
    <w:rsid w:val="002F026B"/>
    <w:rsid w:val="002F6FA6"/>
    <w:rsid w:val="00302C26"/>
    <w:rsid w:val="003065B6"/>
    <w:rsid w:val="003158C8"/>
    <w:rsid w:val="0033264B"/>
    <w:rsid w:val="0035669A"/>
    <w:rsid w:val="00357BC6"/>
    <w:rsid w:val="0037179F"/>
    <w:rsid w:val="003956C6"/>
    <w:rsid w:val="003A3C84"/>
    <w:rsid w:val="003C6A90"/>
    <w:rsid w:val="003E75CE"/>
    <w:rsid w:val="00413125"/>
    <w:rsid w:val="0041380F"/>
    <w:rsid w:val="0041714F"/>
    <w:rsid w:val="00450F07"/>
    <w:rsid w:val="00453CD3"/>
    <w:rsid w:val="00455BC7"/>
    <w:rsid w:val="00460660"/>
    <w:rsid w:val="00460CCB"/>
    <w:rsid w:val="00470E65"/>
    <w:rsid w:val="00477370"/>
    <w:rsid w:val="00486107"/>
    <w:rsid w:val="00491827"/>
    <w:rsid w:val="004926B0"/>
    <w:rsid w:val="004A1953"/>
    <w:rsid w:val="004A7C69"/>
    <w:rsid w:val="004C4399"/>
    <w:rsid w:val="004C69ED"/>
    <w:rsid w:val="004C787C"/>
    <w:rsid w:val="004D6487"/>
    <w:rsid w:val="004E0BC8"/>
    <w:rsid w:val="004F4B9B"/>
    <w:rsid w:val="00511AB9"/>
    <w:rsid w:val="00514692"/>
    <w:rsid w:val="00523EA7"/>
    <w:rsid w:val="00551355"/>
    <w:rsid w:val="00551D1F"/>
    <w:rsid w:val="00553375"/>
    <w:rsid w:val="00560210"/>
    <w:rsid w:val="0056192A"/>
    <w:rsid w:val="005658A6"/>
    <w:rsid w:val="005722BB"/>
    <w:rsid w:val="005736B7"/>
    <w:rsid w:val="00575E5A"/>
    <w:rsid w:val="00596C7E"/>
    <w:rsid w:val="005A64E9"/>
    <w:rsid w:val="005A6EAC"/>
    <w:rsid w:val="005B5EE9"/>
    <w:rsid w:val="005C3BF2"/>
    <w:rsid w:val="005D2CA2"/>
    <w:rsid w:val="005F0CAE"/>
    <w:rsid w:val="00604B8A"/>
    <w:rsid w:val="0061068E"/>
    <w:rsid w:val="00644CFA"/>
    <w:rsid w:val="00660AD3"/>
    <w:rsid w:val="00681FAC"/>
    <w:rsid w:val="006844FA"/>
    <w:rsid w:val="00685A3A"/>
    <w:rsid w:val="006A5570"/>
    <w:rsid w:val="006A689C"/>
    <w:rsid w:val="006B3D79"/>
    <w:rsid w:val="006D6FE4"/>
    <w:rsid w:val="006E0578"/>
    <w:rsid w:val="006E314D"/>
    <w:rsid w:val="006E583A"/>
    <w:rsid w:val="006F2D13"/>
    <w:rsid w:val="00710723"/>
    <w:rsid w:val="00712BF0"/>
    <w:rsid w:val="007220DE"/>
    <w:rsid w:val="00723ED1"/>
    <w:rsid w:val="007351B9"/>
    <w:rsid w:val="0073797F"/>
    <w:rsid w:val="00743525"/>
    <w:rsid w:val="00762391"/>
    <w:rsid w:val="0076286B"/>
    <w:rsid w:val="00764595"/>
    <w:rsid w:val="00765C44"/>
    <w:rsid w:val="00766846"/>
    <w:rsid w:val="0077673A"/>
    <w:rsid w:val="0078419A"/>
    <w:rsid w:val="007846E1"/>
    <w:rsid w:val="00791366"/>
    <w:rsid w:val="00792DAC"/>
    <w:rsid w:val="007B570C"/>
    <w:rsid w:val="007D1573"/>
    <w:rsid w:val="007D4AF7"/>
    <w:rsid w:val="007E4A6E"/>
    <w:rsid w:val="007F56A7"/>
    <w:rsid w:val="00807DD0"/>
    <w:rsid w:val="00813F11"/>
    <w:rsid w:val="00845136"/>
    <w:rsid w:val="00865BEE"/>
    <w:rsid w:val="00896760"/>
    <w:rsid w:val="008A3467"/>
    <w:rsid w:val="008A3568"/>
    <w:rsid w:val="008D03B9"/>
    <w:rsid w:val="008E236D"/>
    <w:rsid w:val="008E2DCA"/>
    <w:rsid w:val="008F0B10"/>
    <w:rsid w:val="008F18D6"/>
    <w:rsid w:val="008F4B63"/>
    <w:rsid w:val="009033F2"/>
    <w:rsid w:val="00904780"/>
    <w:rsid w:val="009059F3"/>
    <w:rsid w:val="009113A8"/>
    <w:rsid w:val="0091795F"/>
    <w:rsid w:val="00921697"/>
    <w:rsid w:val="00922385"/>
    <w:rsid w:val="009223DF"/>
    <w:rsid w:val="00925312"/>
    <w:rsid w:val="00936091"/>
    <w:rsid w:val="00940D8A"/>
    <w:rsid w:val="009547FE"/>
    <w:rsid w:val="00962258"/>
    <w:rsid w:val="009678B7"/>
    <w:rsid w:val="00982411"/>
    <w:rsid w:val="00992D9C"/>
    <w:rsid w:val="00996CB8"/>
    <w:rsid w:val="009A7568"/>
    <w:rsid w:val="009B146E"/>
    <w:rsid w:val="009B2E97"/>
    <w:rsid w:val="009B72CC"/>
    <w:rsid w:val="009C3CDE"/>
    <w:rsid w:val="009C468D"/>
    <w:rsid w:val="009E07F4"/>
    <w:rsid w:val="009F1765"/>
    <w:rsid w:val="009F392E"/>
    <w:rsid w:val="00A44328"/>
    <w:rsid w:val="00A5250D"/>
    <w:rsid w:val="00A53B4B"/>
    <w:rsid w:val="00A53F62"/>
    <w:rsid w:val="00A565E0"/>
    <w:rsid w:val="00A6177B"/>
    <w:rsid w:val="00A66136"/>
    <w:rsid w:val="00AA4CBB"/>
    <w:rsid w:val="00AA5B69"/>
    <w:rsid w:val="00AA65FA"/>
    <w:rsid w:val="00AA7351"/>
    <w:rsid w:val="00AB415C"/>
    <w:rsid w:val="00AC1FAA"/>
    <w:rsid w:val="00AD056F"/>
    <w:rsid w:val="00AD6731"/>
    <w:rsid w:val="00AF677D"/>
    <w:rsid w:val="00B04563"/>
    <w:rsid w:val="00B15D0D"/>
    <w:rsid w:val="00B34F0B"/>
    <w:rsid w:val="00B37C53"/>
    <w:rsid w:val="00B458D8"/>
    <w:rsid w:val="00B45E34"/>
    <w:rsid w:val="00B45E9E"/>
    <w:rsid w:val="00B55F9C"/>
    <w:rsid w:val="00B75EE1"/>
    <w:rsid w:val="00B77481"/>
    <w:rsid w:val="00B8518B"/>
    <w:rsid w:val="00BB2267"/>
    <w:rsid w:val="00BB3740"/>
    <w:rsid w:val="00BD479E"/>
    <w:rsid w:val="00BD7E91"/>
    <w:rsid w:val="00BE5493"/>
    <w:rsid w:val="00BE778F"/>
    <w:rsid w:val="00BF374D"/>
    <w:rsid w:val="00BF44BE"/>
    <w:rsid w:val="00BF7F5E"/>
    <w:rsid w:val="00C02D0A"/>
    <w:rsid w:val="00C03A6E"/>
    <w:rsid w:val="00C2735E"/>
    <w:rsid w:val="00C30759"/>
    <w:rsid w:val="00C3523A"/>
    <w:rsid w:val="00C44F6A"/>
    <w:rsid w:val="00C76361"/>
    <w:rsid w:val="00C8207D"/>
    <w:rsid w:val="00C85C85"/>
    <w:rsid w:val="00C873F2"/>
    <w:rsid w:val="00CD1FC4"/>
    <w:rsid w:val="00CD3FF3"/>
    <w:rsid w:val="00CE3013"/>
    <w:rsid w:val="00CE371D"/>
    <w:rsid w:val="00CF1834"/>
    <w:rsid w:val="00CF3763"/>
    <w:rsid w:val="00D01A29"/>
    <w:rsid w:val="00D02A4D"/>
    <w:rsid w:val="00D150CC"/>
    <w:rsid w:val="00D21061"/>
    <w:rsid w:val="00D229A5"/>
    <w:rsid w:val="00D26C6F"/>
    <w:rsid w:val="00D277B3"/>
    <w:rsid w:val="00D316A7"/>
    <w:rsid w:val="00D35853"/>
    <w:rsid w:val="00D4108E"/>
    <w:rsid w:val="00D415FF"/>
    <w:rsid w:val="00D5646A"/>
    <w:rsid w:val="00D57BB0"/>
    <w:rsid w:val="00D6163D"/>
    <w:rsid w:val="00D73A79"/>
    <w:rsid w:val="00D831A3"/>
    <w:rsid w:val="00D933CD"/>
    <w:rsid w:val="00DA6FFE"/>
    <w:rsid w:val="00DC3110"/>
    <w:rsid w:val="00DC4D2E"/>
    <w:rsid w:val="00DC62F3"/>
    <w:rsid w:val="00DD46F3"/>
    <w:rsid w:val="00DD58A6"/>
    <w:rsid w:val="00DE56F2"/>
    <w:rsid w:val="00DF116D"/>
    <w:rsid w:val="00DF3D9E"/>
    <w:rsid w:val="00E20CAD"/>
    <w:rsid w:val="00E6393A"/>
    <w:rsid w:val="00E742A0"/>
    <w:rsid w:val="00E824F1"/>
    <w:rsid w:val="00E908D5"/>
    <w:rsid w:val="00EB104F"/>
    <w:rsid w:val="00EB7A96"/>
    <w:rsid w:val="00EC795B"/>
    <w:rsid w:val="00ED14BD"/>
    <w:rsid w:val="00F01440"/>
    <w:rsid w:val="00F12DEC"/>
    <w:rsid w:val="00F1715C"/>
    <w:rsid w:val="00F17F7D"/>
    <w:rsid w:val="00F2299C"/>
    <w:rsid w:val="00F310F8"/>
    <w:rsid w:val="00F3378D"/>
    <w:rsid w:val="00F35939"/>
    <w:rsid w:val="00F4504D"/>
    <w:rsid w:val="00F45607"/>
    <w:rsid w:val="00F64786"/>
    <w:rsid w:val="00F659EB"/>
    <w:rsid w:val="00F70C85"/>
    <w:rsid w:val="00F862D6"/>
    <w:rsid w:val="00F86BA6"/>
    <w:rsid w:val="00FC6389"/>
    <w:rsid w:val="00FD2F51"/>
    <w:rsid w:val="00FF3C56"/>
    <w:rsid w:val="00FF4959"/>
    <w:rsid w:val="026CC277"/>
    <w:rsid w:val="02A8EB8B"/>
    <w:rsid w:val="02B9EA69"/>
    <w:rsid w:val="02BF966D"/>
    <w:rsid w:val="03748CE7"/>
    <w:rsid w:val="04528C66"/>
    <w:rsid w:val="05F5EF46"/>
    <w:rsid w:val="065DA00E"/>
    <w:rsid w:val="075388BA"/>
    <w:rsid w:val="0798E01D"/>
    <w:rsid w:val="07BF458F"/>
    <w:rsid w:val="08C88592"/>
    <w:rsid w:val="09A18831"/>
    <w:rsid w:val="09D62ABB"/>
    <w:rsid w:val="0A7D7C04"/>
    <w:rsid w:val="0B1329B7"/>
    <w:rsid w:val="0B5448DF"/>
    <w:rsid w:val="0D424474"/>
    <w:rsid w:val="0DC671B2"/>
    <w:rsid w:val="0FB6D1E1"/>
    <w:rsid w:val="10F1876A"/>
    <w:rsid w:val="1148ABB0"/>
    <w:rsid w:val="119AE071"/>
    <w:rsid w:val="1232FD51"/>
    <w:rsid w:val="13B3438A"/>
    <w:rsid w:val="13C8A142"/>
    <w:rsid w:val="14BC5E36"/>
    <w:rsid w:val="152D312A"/>
    <w:rsid w:val="163DBC98"/>
    <w:rsid w:val="16B0BEB5"/>
    <w:rsid w:val="18420C2D"/>
    <w:rsid w:val="184326F2"/>
    <w:rsid w:val="1A35627E"/>
    <w:rsid w:val="1B09064F"/>
    <w:rsid w:val="1C51220C"/>
    <w:rsid w:val="1D9A422A"/>
    <w:rsid w:val="1DAA73A0"/>
    <w:rsid w:val="1DE542A4"/>
    <w:rsid w:val="1E8C16AF"/>
    <w:rsid w:val="1ED281E3"/>
    <w:rsid w:val="1F6C8B87"/>
    <w:rsid w:val="201D0AFC"/>
    <w:rsid w:val="20D89718"/>
    <w:rsid w:val="220219BA"/>
    <w:rsid w:val="220B8685"/>
    <w:rsid w:val="24094B5A"/>
    <w:rsid w:val="243D56E1"/>
    <w:rsid w:val="246C73A2"/>
    <w:rsid w:val="25A5E680"/>
    <w:rsid w:val="26150D8E"/>
    <w:rsid w:val="26263417"/>
    <w:rsid w:val="26BACCA7"/>
    <w:rsid w:val="27FEBF58"/>
    <w:rsid w:val="28167C55"/>
    <w:rsid w:val="2959D993"/>
    <w:rsid w:val="29EA8D49"/>
    <w:rsid w:val="2BA0369B"/>
    <w:rsid w:val="2BDAE724"/>
    <w:rsid w:val="2BE9DB69"/>
    <w:rsid w:val="2C8CAA09"/>
    <w:rsid w:val="2D93BCBE"/>
    <w:rsid w:val="2DF30C7A"/>
    <w:rsid w:val="2F27D3D8"/>
    <w:rsid w:val="301D2230"/>
    <w:rsid w:val="309C2243"/>
    <w:rsid w:val="312E0C0D"/>
    <w:rsid w:val="31839E82"/>
    <w:rsid w:val="321217B3"/>
    <w:rsid w:val="32D053F4"/>
    <w:rsid w:val="33CBC124"/>
    <w:rsid w:val="33E97B93"/>
    <w:rsid w:val="3405499D"/>
    <w:rsid w:val="341A5C85"/>
    <w:rsid w:val="3457F5F5"/>
    <w:rsid w:val="34BA90CF"/>
    <w:rsid w:val="34DD1D87"/>
    <w:rsid w:val="34E9A93A"/>
    <w:rsid w:val="352B0169"/>
    <w:rsid w:val="35818CEA"/>
    <w:rsid w:val="365ABB46"/>
    <w:rsid w:val="37F4299B"/>
    <w:rsid w:val="39A24D3B"/>
    <w:rsid w:val="3A8D9C5D"/>
    <w:rsid w:val="3B5348BC"/>
    <w:rsid w:val="3C4187E9"/>
    <w:rsid w:val="3CB671B1"/>
    <w:rsid w:val="3E3A6D0E"/>
    <w:rsid w:val="3E4EAD06"/>
    <w:rsid w:val="3EA921D4"/>
    <w:rsid w:val="3EDBD9E0"/>
    <w:rsid w:val="3EDD45D6"/>
    <w:rsid w:val="405E2B66"/>
    <w:rsid w:val="4157BA9B"/>
    <w:rsid w:val="4157FDD9"/>
    <w:rsid w:val="42136724"/>
    <w:rsid w:val="4259CA85"/>
    <w:rsid w:val="426BF888"/>
    <w:rsid w:val="44AB6725"/>
    <w:rsid w:val="44C13741"/>
    <w:rsid w:val="4514561D"/>
    <w:rsid w:val="471711E0"/>
    <w:rsid w:val="47335C45"/>
    <w:rsid w:val="475B4851"/>
    <w:rsid w:val="47DCD77B"/>
    <w:rsid w:val="48B742A5"/>
    <w:rsid w:val="48BF56EC"/>
    <w:rsid w:val="48D79D31"/>
    <w:rsid w:val="48F7E031"/>
    <w:rsid w:val="49DDCF1B"/>
    <w:rsid w:val="4A239FBF"/>
    <w:rsid w:val="4AAF92FE"/>
    <w:rsid w:val="4C5C7DE4"/>
    <w:rsid w:val="4CEC63BC"/>
    <w:rsid w:val="4D4A79B0"/>
    <w:rsid w:val="505A6A8D"/>
    <w:rsid w:val="512776AB"/>
    <w:rsid w:val="519A4E8C"/>
    <w:rsid w:val="51BBE4F1"/>
    <w:rsid w:val="52DB3CBA"/>
    <w:rsid w:val="539D62C7"/>
    <w:rsid w:val="53CC0615"/>
    <w:rsid w:val="55ED2483"/>
    <w:rsid w:val="566C7CD6"/>
    <w:rsid w:val="568BF267"/>
    <w:rsid w:val="572A1698"/>
    <w:rsid w:val="577DB4E3"/>
    <w:rsid w:val="598FE7A8"/>
    <w:rsid w:val="5A4050C4"/>
    <w:rsid w:val="5A9B5737"/>
    <w:rsid w:val="5ADC943A"/>
    <w:rsid w:val="5CA9805D"/>
    <w:rsid w:val="5D21D506"/>
    <w:rsid w:val="5D237524"/>
    <w:rsid w:val="5E6728BD"/>
    <w:rsid w:val="5E918437"/>
    <w:rsid w:val="5EB410DF"/>
    <w:rsid w:val="5FCAD4BB"/>
    <w:rsid w:val="6091F004"/>
    <w:rsid w:val="6143EDEA"/>
    <w:rsid w:val="627732F4"/>
    <w:rsid w:val="62EB5A5D"/>
    <w:rsid w:val="6437A41F"/>
    <w:rsid w:val="6495F7B6"/>
    <w:rsid w:val="6518A607"/>
    <w:rsid w:val="66329B91"/>
    <w:rsid w:val="67AB6C5B"/>
    <w:rsid w:val="68D3FE7D"/>
    <w:rsid w:val="696D850B"/>
    <w:rsid w:val="69BA1376"/>
    <w:rsid w:val="6A66E556"/>
    <w:rsid w:val="6C7519C3"/>
    <w:rsid w:val="6CB48335"/>
    <w:rsid w:val="6CFFFEFB"/>
    <w:rsid w:val="6D667F4B"/>
    <w:rsid w:val="6E8558F2"/>
    <w:rsid w:val="704F8B8A"/>
    <w:rsid w:val="710F38EC"/>
    <w:rsid w:val="71189FC2"/>
    <w:rsid w:val="714F19BA"/>
    <w:rsid w:val="7266D6C3"/>
    <w:rsid w:val="728EB630"/>
    <w:rsid w:val="72B29BC7"/>
    <w:rsid w:val="72BC0CE5"/>
    <w:rsid w:val="72DB9CC8"/>
    <w:rsid w:val="73825388"/>
    <w:rsid w:val="74055596"/>
    <w:rsid w:val="74218A54"/>
    <w:rsid w:val="758CED8C"/>
    <w:rsid w:val="76060264"/>
    <w:rsid w:val="761158CC"/>
    <w:rsid w:val="76425C89"/>
    <w:rsid w:val="7678A13F"/>
    <w:rsid w:val="76C6B227"/>
    <w:rsid w:val="76CE0364"/>
    <w:rsid w:val="770104DD"/>
    <w:rsid w:val="7707304F"/>
    <w:rsid w:val="7777F9AF"/>
    <w:rsid w:val="77AA17A9"/>
    <w:rsid w:val="77CE61C5"/>
    <w:rsid w:val="79A623A5"/>
    <w:rsid w:val="7B334BA6"/>
    <w:rsid w:val="7C307383"/>
    <w:rsid w:val="7D2652D2"/>
    <w:rsid w:val="7EA5316F"/>
    <w:rsid w:val="7EEA33F8"/>
    <w:rsid w:val="7F07C0DC"/>
    <w:rsid w:val="7F2C01F6"/>
    <w:rsid w:val="7F690CCE"/>
    <w:rsid w:val="7F99910F"/>
    <w:rsid w:val="7FCE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71C38"/>
  <w14:defaultImageDpi w14:val="32767"/>
  <w15:docId w15:val="{D067E5B4-F312-4CBC-8413-B99B40429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D22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22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2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2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29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77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7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Flow_SignoffStatus xmlns="d29a9001-26a0-4eed-8aa8-791fdd78a52f" xsi:nil="true"/>
    <TaxCatchAll xmlns="e0b0e4b3-a594-4ff4-855e-e7bc464ff8c3" xsi:nil="true"/>
    <lcf76f155ced4ddcb4097134ff3c332f xmlns="d29a9001-26a0-4eed-8aa8-791fdd78a52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7F4AD873B704BAC6458ADAE763819" ma:contentTypeVersion="16" ma:contentTypeDescription="Vytvoří nový dokument" ma:contentTypeScope="" ma:versionID="3af0b9d34fd34ee1c54e2ac0843d898a">
  <xsd:schema xmlns:xsd="http://www.w3.org/2001/XMLSchema" xmlns:xs="http://www.w3.org/2001/XMLSchema" xmlns:p="http://schemas.microsoft.com/office/2006/metadata/properties" xmlns:ns2="d29a9001-26a0-4eed-8aa8-791fdd78a52f" xmlns:ns3="e0b0e4b3-a594-4ff4-855e-e7bc464ff8c3" targetNamespace="http://schemas.microsoft.com/office/2006/metadata/properties" ma:root="true" ma:fieldsID="a4538f12674d95612ad58e47dba9bdc8" ns2:_="" ns3:_="">
    <xsd:import namespace="d29a9001-26a0-4eed-8aa8-791fdd78a52f"/>
    <xsd:import namespace="e0b0e4b3-a594-4ff4-855e-e7bc464ff8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9a9001-26a0-4eed-8aa8-791fdd78a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0e4b3-a594-4ff4-855e-e7bc464ff8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5fef0e3-e86f-4840-b947-ff95debc48e0}" ma:internalName="TaxCatchAll" ma:showField="CatchAllData" ma:web="e0b0e4b3-a594-4ff4-855e-e7bc464ff8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74183-1E5A-4AD1-8E4E-BD41467D15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d29a9001-26a0-4eed-8aa8-791fdd78a52f"/>
    <ds:schemaRef ds:uri="e0b0e4b3-a594-4ff4-855e-e7bc464ff8c3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2EE4CD-486F-47B6-9123-D2CB7ABB7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9a9001-26a0-4eed-8aa8-791fdd78a52f"/>
    <ds:schemaRef ds:uri="e0b0e4b3-a594-4ff4-855e-e7bc464ff8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sprava-zeleznic-osb_administrativni-dopis_v10_SABLONA.dotx</Template>
  <TotalTime>279</TotalTime>
  <Pages>1</Pages>
  <Words>374</Words>
  <Characters>2211</Characters>
  <Application>Microsoft Office Word</Application>
  <DocSecurity>0</DocSecurity>
  <Lines>18</Lines>
  <Paragraphs>5</Paragraphs>
  <ScaleCrop>false</ScaleCrop>
  <Company>Správa železnic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Röschl Jiří, Ing.</cp:lastModifiedBy>
  <cp:revision>21</cp:revision>
  <cp:lastPrinted>2018-07-31T10:21:00Z</cp:lastPrinted>
  <dcterms:created xsi:type="dcterms:W3CDTF">2024-09-09T08:46:00Z</dcterms:created>
  <dcterms:modified xsi:type="dcterms:W3CDTF">2024-12-05T18:58:00Z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0x010100B5B7F4AD873B704BAC6458ADAE763819</vt:lpwstr>
  </property>
  <property fmtid="{D5CDD505-2E9C-101B-9397-08002B2CF9AE}" pid="3" name="MediaServiceImageTags">
    <vt:lpwstr/>
  </property>
</Properties>
</file>